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D3DE" w14:textId="0F5AC959" w:rsidR="00663B59" w:rsidRPr="00663B59" w:rsidRDefault="00663B59" w:rsidP="00EF22F2">
      <w:pPr>
        <w:pStyle w:val="Heading1"/>
      </w:pPr>
      <w:bookmarkStart w:id="0" w:name="_Toc208232780"/>
      <w:r w:rsidRPr="00EC4BF2">
        <w:t xml:space="preserve">TOOL </w:t>
      </w:r>
      <w:r>
        <w:t>8</w:t>
      </w:r>
      <w:r w:rsidRPr="00EC4BF2">
        <w:t xml:space="preserve">: </w:t>
      </w:r>
      <w:r w:rsidRPr="00663B59">
        <w:t>QUALITY REVIEW CHECKLIST FOR MONITORING</w:t>
      </w:r>
      <w:bookmarkEnd w:id="0"/>
    </w:p>
    <w:tbl>
      <w:tblPr>
        <w:tblStyle w:val="TableGrid10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387"/>
        <w:gridCol w:w="282"/>
        <w:gridCol w:w="7071"/>
      </w:tblGrid>
      <w:tr w:rsidR="00663B59" w:rsidRPr="00663B59" w14:paraId="3DC8F16A" w14:textId="77777777" w:rsidTr="003F2C61">
        <w:trPr>
          <w:trHeight w:val="530"/>
        </w:trPr>
        <w:tc>
          <w:tcPr>
            <w:tcW w:w="2422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5DFC9AF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Scope of Monitoring</w:t>
            </w:r>
          </w:p>
          <w:p w14:paraId="654916D6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FFFFFF"/>
                <w:sz w:val="20"/>
                <w:szCs w:val="20"/>
                <w:lang w:val="en-GB"/>
              </w:rPr>
              <w:t>[areas or name of audit engagement (or audit director/supervisor) for review]</w:t>
            </w:r>
          </w:p>
        </w:tc>
        <w:tc>
          <w:tcPr>
            <w:tcW w:w="283" w:type="dxa"/>
            <w:tcBorders>
              <w:bottom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3FFE0EE5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7605" w:type="dxa"/>
          </w:tcPr>
          <w:p w14:paraId="108E4A6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E2EB4B7" w14:textId="77777777" w:rsidTr="003F2C61">
        <w:trPr>
          <w:trHeight w:val="530"/>
        </w:trPr>
        <w:tc>
          <w:tcPr>
            <w:tcW w:w="2422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0E2387C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Period of Monitoring</w:t>
            </w:r>
          </w:p>
        </w:tc>
        <w:tc>
          <w:tcPr>
            <w:tcW w:w="283" w:type="dxa"/>
            <w:tcBorders>
              <w:top w:val="single" w:sz="4" w:space="0" w:color="FFFFFF" w:themeColor="background1"/>
            </w:tcBorders>
            <w:shd w:val="clear" w:color="auto" w:fill="00548E" w:themeFill="accent1"/>
            <w:vAlign w:val="center"/>
          </w:tcPr>
          <w:p w14:paraId="619DEA1A" w14:textId="77777777" w:rsidR="00663B59" w:rsidRPr="00663B59" w:rsidRDefault="00663B59" w:rsidP="00663B59">
            <w:pPr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:</w:t>
            </w:r>
          </w:p>
        </w:tc>
        <w:tc>
          <w:tcPr>
            <w:tcW w:w="7605" w:type="dxa"/>
          </w:tcPr>
          <w:p w14:paraId="022AC75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20D7B557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0E548175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tbl>
      <w:tblPr>
        <w:tblStyle w:val="TableGrid10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663B59" w:rsidRPr="00663B59" w14:paraId="6F6BDD3C" w14:textId="77777777" w:rsidTr="003F2C61">
        <w:trPr>
          <w:tblHeader/>
        </w:trPr>
        <w:tc>
          <w:tcPr>
            <w:tcW w:w="625" w:type="dxa"/>
            <w:tcBorders>
              <w:right w:val="single" w:sz="4" w:space="0" w:color="FFFFFF" w:themeColor="background1"/>
            </w:tcBorders>
            <w:shd w:val="clear" w:color="auto" w:fill="00548E" w:themeFill="accent1"/>
          </w:tcPr>
          <w:p w14:paraId="5AF7177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No.</w:t>
            </w:r>
          </w:p>
        </w:tc>
        <w:tc>
          <w:tcPr>
            <w:tcW w:w="55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548E" w:themeFill="accent1"/>
          </w:tcPr>
          <w:p w14:paraId="544CA971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Review pointers</w:t>
            </w: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18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548E" w:themeFill="accent1"/>
          </w:tcPr>
          <w:p w14:paraId="1C0D332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Assessment</w:t>
            </w:r>
          </w:p>
        </w:tc>
        <w:tc>
          <w:tcPr>
            <w:tcW w:w="2340" w:type="dxa"/>
            <w:tcBorders>
              <w:left w:val="single" w:sz="4" w:space="0" w:color="FFFFFF" w:themeColor="background1"/>
            </w:tcBorders>
            <w:shd w:val="clear" w:color="auto" w:fill="00548E" w:themeFill="accent1"/>
          </w:tcPr>
          <w:p w14:paraId="416F8C7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b/>
                <w:bCs/>
                <w:color w:val="FFFFFF"/>
                <w:sz w:val="20"/>
                <w:szCs w:val="20"/>
                <w:lang w:val="en-GB"/>
              </w:rPr>
              <w:t>Remarks</w:t>
            </w:r>
          </w:p>
        </w:tc>
      </w:tr>
      <w:tr w:rsidR="00663B59" w:rsidRPr="00663B59" w14:paraId="6AB7D6A9" w14:textId="77777777" w:rsidTr="00086D65">
        <w:tc>
          <w:tcPr>
            <w:tcW w:w="625" w:type="dxa"/>
          </w:tcPr>
          <w:p w14:paraId="18132F40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</w:t>
            </w:r>
          </w:p>
        </w:tc>
        <w:tc>
          <w:tcPr>
            <w:tcW w:w="5580" w:type="dxa"/>
          </w:tcPr>
          <w:p w14:paraId="330865A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Was the overall scope of the monitoring established for the period which covers the areas, and sample audit engagements for review?</w:t>
            </w:r>
          </w:p>
        </w:tc>
        <w:tc>
          <w:tcPr>
            <w:tcW w:w="1800" w:type="dxa"/>
          </w:tcPr>
          <w:p w14:paraId="64312C8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4D864E53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347795BA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13BC24C8" w14:textId="77777777" w:rsidTr="00086D65">
        <w:tc>
          <w:tcPr>
            <w:tcW w:w="625" w:type="dxa"/>
          </w:tcPr>
          <w:p w14:paraId="29B3064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2</w:t>
            </w:r>
          </w:p>
        </w:tc>
        <w:tc>
          <w:tcPr>
            <w:tcW w:w="5580" w:type="dxa"/>
          </w:tcPr>
          <w:p w14:paraId="5404DFC8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targets selected based on the criteria in the SAI’s monitoring policy?</w:t>
            </w:r>
          </w:p>
        </w:tc>
        <w:tc>
          <w:tcPr>
            <w:tcW w:w="1800" w:type="dxa"/>
          </w:tcPr>
          <w:p w14:paraId="5A09DD83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4783CCF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265B32E4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B42728F" w14:textId="77777777" w:rsidTr="00086D65">
        <w:tc>
          <w:tcPr>
            <w:tcW w:w="625" w:type="dxa"/>
          </w:tcPr>
          <w:p w14:paraId="33DBB8D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3</w:t>
            </w:r>
          </w:p>
        </w:tc>
        <w:tc>
          <w:tcPr>
            <w:tcW w:w="5580" w:type="dxa"/>
          </w:tcPr>
          <w:p w14:paraId="0F4FD692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target timeline and resources needed identified?</w:t>
            </w:r>
          </w:p>
        </w:tc>
        <w:tc>
          <w:tcPr>
            <w:tcW w:w="1800" w:type="dxa"/>
          </w:tcPr>
          <w:p w14:paraId="04E7622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3BAE289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23583DAA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52DEE7E" w14:textId="77777777" w:rsidTr="00086D65">
        <w:tc>
          <w:tcPr>
            <w:tcW w:w="625" w:type="dxa"/>
          </w:tcPr>
          <w:p w14:paraId="0F319C96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4</w:t>
            </w:r>
          </w:p>
        </w:tc>
        <w:tc>
          <w:tcPr>
            <w:tcW w:w="5580" w:type="dxa"/>
          </w:tcPr>
          <w:p w14:paraId="7D50E8A7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designed data gathering procedures appropriate?</w:t>
            </w:r>
          </w:p>
        </w:tc>
        <w:tc>
          <w:tcPr>
            <w:tcW w:w="1800" w:type="dxa"/>
          </w:tcPr>
          <w:p w14:paraId="23FA376B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512CDB2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40E0A53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8433EC3" w14:textId="77777777" w:rsidTr="00086D65">
        <w:tc>
          <w:tcPr>
            <w:tcW w:w="625" w:type="dxa"/>
          </w:tcPr>
          <w:p w14:paraId="4E231943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5</w:t>
            </w:r>
          </w:p>
        </w:tc>
        <w:tc>
          <w:tcPr>
            <w:tcW w:w="5580" w:type="dxa"/>
          </w:tcPr>
          <w:p w14:paraId="338CEFBD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Is there a documented and approved monitoring plan that sets the scope and target of the monitoring, and designed data gathering procedures?</w:t>
            </w:r>
          </w:p>
        </w:tc>
        <w:tc>
          <w:tcPr>
            <w:tcW w:w="1800" w:type="dxa"/>
          </w:tcPr>
          <w:p w14:paraId="40D5FBA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6C2509C4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63F48FF3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C0659EE" w14:textId="77777777" w:rsidTr="00086D65">
        <w:tc>
          <w:tcPr>
            <w:tcW w:w="625" w:type="dxa"/>
          </w:tcPr>
          <w:p w14:paraId="06CB7E62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6</w:t>
            </w:r>
          </w:p>
        </w:tc>
        <w:tc>
          <w:tcPr>
            <w:tcW w:w="5580" w:type="dxa"/>
          </w:tcPr>
          <w:p w14:paraId="47BC2A47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Is there a defined objective of the monitoring as aligned with ISSAI 140?</w:t>
            </w:r>
          </w:p>
        </w:tc>
        <w:tc>
          <w:tcPr>
            <w:tcW w:w="1800" w:type="dxa"/>
          </w:tcPr>
          <w:p w14:paraId="18AEB3DF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01372FD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3D32AC3C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C01ACD3" w14:textId="77777777" w:rsidTr="00086D65">
        <w:tc>
          <w:tcPr>
            <w:tcW w:w="625" w:type="dxa"/>
          </w:tcPr>
          <w:p w14:paraId="7AB4E67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7</w:t>
            </w:r>
          </w:p>
        </w:tc>
        <w:tc>
          <w:tcPr>
            <w:tcW w:w="5580" w:type="dxa"/>
          </w:tcPr>
          <w:p w14:paraId="08FB19E3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Is there evidence that the team/unit or individual(s) performing the monitoring activities complied with the relevant ethical requirements, including those pertaining to independence and competency requirements?</w:t>
            </w:r>
          </w:p>
        </w:tc>
        <w:tc>
          <w:tcPr>
            <w:tcW w:w="1800" w:type="dxa"/>
          </w:tcPr>
          <w:p w14:paraId="241CD017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0067C5CC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281BC282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4BA385B" w14:textId="77777777" w:rsidTr="00086D65">
        <w:tc>
          <w:tcPr>
            <w:tcW w:w="625" w:type="dxa"/>
          </w:tcPr>
          <w:p w14:paraId="774FFA55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8</w:t>
            </w:r>
          </w:p>
        </w:tc>
        <w:tc>
          <w:tcPr>
            <w:tcW w:w="5580" w:type="dxa"/>
          </w:tcPr>
          <w:p w14:paraId="52438D5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team/unit/individuals performing the monitoring able to obtain a sufficient understanding of the subject matter to discharge their monitoring responsibilities?</w:t>
            </w:r>
          </w:p>
        </w:tc>
        <w:tc>
          <w:tcPr>
            <w:tcW w:w="1800" w:type="dxa"/>
          </w:tcPr>
          <w:p w14:paraId="0492CD47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0ED9E1E1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57BB3A58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2D04EA4F" w14:textId="77777777" w:rsidTr="00086D65">
        <w:tc>
          <w:tcPr>
            <w:tcW w:w="625" w:type="dxa"/>
          </w:tcPr>
          <w:p w14:paraId="3710D499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9</w:t>
            </w:r>
          </w:p>
        </w:tc>
        <w:tc>
          <w:tcPr>
            <w:tcW w:w="5580" w:type="dxa"/>
          </w:tcPr>
          <w:p w14:paraId="1BB8CDBF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relevant requirements in the monitoring tools properly and completely accomplished?</w:t>
            </w:r>
          </w:p>
        </w:tc>
        <w:tc>
          <w:tcPr>
            <w:tcW w:w="1800" w:type="dxa"/>
          </w:tcPr>
          <w:p w14:paraId="1BB9DBE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4435D348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5FF74AFE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FDE0552" w14:textId="77777777" w:rsidTr="00086D65">
        <w:tc>
          <w:tcPr>
            <w:tcW w:w="625" w:type="dxa"/>
          </w:tcPr>
          <w:p w14:paraId="309DB21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10</w:t>
            </w:r>
          </w:p>
        </w:tc>
        <w:tc>
          <w:tcPr>
            <w:tcW w:w="5580" w:type="dxa"/>
          </w:tcPr>
          <w:p w14:paraId="2CC5EA95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Are the gathered evidence sufficient and appropriate to support the assessment in the monitoring tool?</w:t>
            </w:r>
          </w:p>
        </w:tc>
        <w:tc>
          <w:tcPr>
            <w:tcW w:w="1800" w:type="dxa"/>
          </w:tcPr>
          <w:p w14:paraId="3FC521E2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08B1A71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22638B2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521FD764" w14:textId="77777777" w:rsidTr="00086D65">
        <w:tc>
          <w:tcPr>
            <w:tcW w:w="625" w:type="dxa"/>
          </w:tcPr>
          <w:p w14:paraId="637F16CB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11</w:t>
            </w:r>
          </w:p>
        </w:tc>
        <w:tc>
          <w:tcPr>
            <w:tcW w:w="5580" w:type="dxa"/>
          </w:tcPr>
          <w:p w14:paraId="1D9A5B31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findings evaluated as to whether deficiencies exist?</w:t>
            </w:r>
          </w:p>
        </w:tc>
        <w:tc>
          <w:tcPr>
            <w:tcW w:w="1800" w:type="dxa"/>
          </w:tcPr>
          <w:p w14:paraId="45A91A6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0367A73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3A866D67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7495542F" w14:textId="77777777" w:rsidTr="00086D65">
        <w:tc>
          <w:tcPr>
            <w:tcW w:w="625" w:type="dxa"/>
          </w:tcPr>
          <w:p w14:paraId="2A97026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12</w:t>
            </w:r>
          </w:p>
        </w:tc>
        <w:tc>
          <w:tcPr>
            <w:tcW w:w="5580" w:type="dxa"/>
          </w:tcPr>
          <w:p w14:paraId="7E43F28B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Was there an appropriate root cause analysis?</w:t>
            </w:r>
          </w:p>
        </w:tc>
        <w:tc>
          <w:tcPr>
            <w:tcW w:w="1800" w:type="dxa"/>
          </w:tcPr>
          <w:p w14:paraId="0FBCC97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588A982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57FBDE8B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4572A456" w14:textId="77777777" w:rsidTr="00086D65">
        <w:tc>
          <w:tcPr>
            <w:tcW w:w="625" w:type="dxa"/>
          </w:tcPr>
          <w:p w14:paraId="1FCB792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lastRenderedPageBreak/>
              <w:t>13</w:t>
            </w:r>
          </w:p>
        </w:tc>
        <w:tc>
          <w:tcPr>
            <w:tcW w:w="5580" w:type="dxa"/>
          </w:tcPr>
          <w:p w14:paraId="5BF46E9D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there appropriate remedial actions provided to address the deficiencies?</w:t>
            </w:r>
          </w:p>
        </w:tc>
        <w:tc>
          <w:tcPr>
            <w:tcW w:w="1800" w:type="dxa"/>
          </w:tcPr>
          <w:p w14:paraId="4B4470E0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1BAB142C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0D31AAD0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609FE904" w14:textId="77777777" w:rsidTr="00086D65">
        <w:tc>
          <w:tcPr>
            <w:tcW w:w="625" w:type="dxa"/>
          </w:tcPr>
          <w:p w14:paraId="5A17489D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14</w:t>
            </w:r>
          </w:p>
        </w:tc>
        <w:tc>
          <w:tcPr>
            <w:tcW w:w="5580" w:type="dxa"/>
          </w:tcPr>
          <w:p w14:paraId="4A4992EA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Were the findings appropriately discussed with and action plans obtained from the SAI management/concerned audit teams?</w:t>
            </w:r>
          </w:p>
        </w:tc>
        <w:tc>
          <w:tcPr>
            <w:tcW w:w="1800" w:type="dxa"/>
          </w:tcPr>
          <w:p w14:paraId="0395F9B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2B99D219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471DE325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0EE5F5BE" w14:textId="77777777" w:rsidTr="00086D65">
        <w:tc>
          <w:tcPr>
            <w:tcW w:w="625" w:type="dxa"/>
          </w:tcPr>
          <w:p w14:paraId="71BB31D7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15</w:t>
            </w:r>
          </w:p>
        </w:tc>
        <w:tc>
          <w:tcPr>
            <w:tcW w:w="5580" w:type="dxa"/>
          </w:tcPr>
          <w:p w14:paraId="3573FAD2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 xml:space="preserve">Was there a monitoring report issued which is clear and understandable, concise, readable, reader-friendly, and balanced? </w:t>
            </w:r>
          </w:p>
        </w:tc>
        <w:tc>
          <w:tcPr>
            <w:tcW w:w="1800" w:type="dxa"/>
          </w:tcPr>
          <w:p w14:paraId="3D6A0B8D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284A0215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3A3E9BA6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  <w:tr w:rsidR="00663B59" w:rsidRPr="00663B59" w14:paraId="3DF294DB" w14:textId="77777777" w:rsidTr="00086D65">
        <w:tc>
          <w:tcPr>
            <w:tcW w:w="625" w:type="dxa"/>
          </w:tcPr>
          <w:p w14:paraId="2711239C" w14:textId="77777777" w:rsidR="00663B59" w:rsidRPr="00663B59" w:rsidRDefault="00663B59" w:rsidP="00663B59">
            <w:pPr>
              <w:jc w:val="center"/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16</w:t>
            </w:r>
          </w:p>
        </w:tc>
        <w:tc>
          <w:tcPr>
            <w:tcW w:w="5580" w:type="dxa"/>
          </w:tcPr>
          <w:p w14:paraId="578FEA3E" w14:textId="77777777" w:rsidR="00663B59" w:rsidRPr="00663B59" w:rsidRDefault="00663B59" w:rsidP="00663B59">
            <w:pPr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color w:val="0D0D0D"/>
                <w:sz w:val="20"/>
                <w:szCs w:val="20"/>
                <w:lang w:val="en-GB"/>
              </w:rPr>
              <w:t>Was the monitoring report signed by the appropriate individual(s) identified in the monitoring policy?</w:t>
            </w:r>
          </w:p>
        </w:tc>
        <w:tc>
          <w:tcPr>
            <w:tcW w:w="1800" w:type="dxa"/>
          </w:tcPr>
          <w:p w14:paraId="471A2CCE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Yes</w:t>
            </w:r>
          </w:p>
          <w:p w14:paraId="5235C456" w14:textId="77777777" w:rsidR="00663B59" w:rsidRPr="00663B59" w:rsidRDefault="00663B59" w:rsidP="00663B59">
            <w:pPr>
              <w:spacing w:after="120"/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instrText xml:space="preserve"> FORMCHECKBOX </w:instrText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separate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fldChar w:fldCharType="end"/>
            </w:r>
            <w:r w:rsidRPr="00663B59">
              <w:rPr>
                <w:rFonts w:ascii="Aptos" w:eastAsia="Times New Roman" w:hAnsi="Aptos" w:cs="Tahoma"/>
                <w:sz w:val="20"/>
                <w:szCs w:val="20"/>
                <w:lang w:val="en-GB"/>
              </w:rPr>
              <w:t xml:space="preserve">  No</w:t>
            </w:r>
          </w:p>
        </w:tc>
        <w:tc>
          <w:tcPr>
            <w:tcW w:w="2340" w:type="dxa"/>
          </w:tcPr>
          <w:p w14:paraId="73B9E77D" w14:textId="77777777" w:rsidR="00663B59" w:rsidRPr="00663B59" w:rsidRDefault="00663B59" w:rsidP="00663B59">
            <w:pPr>
              <w:rPr>
                <w:rFonts w:ascii="Aptos" w:eastAsia="Times New Roman" w:hAnsi="Aptos" w:cs="Tahoma"/>
                <w:sz w:val="20"/>
                <w:szCs w:val="20"/>
                <w:lang w:val="en-GB"/>
              </w:rPr>
            </w:pPr>
          </w:p>
        </w:tc>
      </w:tr>
    </w:tbl>
    <w:p w14:paraId="1E45655C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674E3F0E" w14:textId="77777777" w:rsidR="00663B59" w:rsidRPr="00663B59" w:rsidRDefault="00663B59" w:rsidP="00663B59">
      <w:pPr>
        <w:widowControl/>
        <w:autoSpaceDE/>
        <w:autoSpaceDN/>
        <w:rPr>
          <w:rFonts w:ascii="Aptos" w:eastAsia="Times New Roman" w:hAnsi="Aptos" w:cs="Tahoma"/>
          <w:b/>
          <w:bCs/>
          <w:sz w:val="24"/>
          <w:szCs w:val="24"/>
          <w:lang w:val="en-GB"/>
        </w:rPr>
      </w:pPr>
    </w:p>
    <w:p w14:paraId="4F0780F6" w14:textId="7872704B" w:rsidR="005648B7" w:rsidRPr="00C163F9" w:rsidRDefault="005648B7" w:rsidP="007D46DD">
      <w:pPr>
        <w:pStyle w:val="Heading1"/>
      </w:pPr>
    </w:p>
    <w:sectPr w:rsidR="005648B7" w:rsidRPr="00C163F9" w:rsidSect="007D46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440" w:right="1080" w:bottom="1440" w:left="108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DAC99" w14:textId="77777777" w:rsidR="00FB441D" w:rsidRDefault="00FB441D">
      <w:r>
        <w:separator/>
      </w:r>
    </w:p>
  </w:endnote>
  <w:endnote w:type="continuationSeparator" w:id="0">
    <w:p w14:paraId="7F2550B8" w14:textId="77777777" w:rsidR="00FB441D" w:rsidRDefault="00FB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swald">
    <w:panose1 w:val="00000500000000000000"/>
    <w:charset w:val="4D"/>
    <w:family w:val="auto"/>
    <w:pitch w:val="variable"/>
    <w:sig w:usb0="A00002FF" w:usb1="4000204B" w:usb2="00000000" w:usb3="00000000" w:csb0="00000197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notTrueType/>
    <w:pitch w:val="variable"/>
    <w:sig w:usb0="00008007" w:usb1="00000000" w:usb2="00000000" w:usb3="00000000" w:csb0="00000093" w:csb1="00000000"/>
  </w:font>
  <w:font w:name="Oswald SemiBold">
    <w:panose1 w:val="000007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ppins Light">
    <w:panose1 w:val="00000400000000000000"/>
    <w:charset w:val="4D"/>
    <w:family w:val="auto"/>
    <w:notTrueType/>
    <w:pitch w:val="variable"/>
    <w:sig w:usb0="00008007" w:usb1="00000000" w:usb2="00000000" w:usb3="00000000" w:csb0="00000093" w:csb1="00000000"/>
  </w:font>
  <w:font w:name="TheSansLight-Plain">
    <w:altName w:val="Cambria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nter">
    <w:altName w:val="Calibri"/>
    <w:panose1 w:val="020B0604020202020204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62EC" w14:textId="77777777" w:rsidR="001736A9" w:rsidRDefault="00173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swald" w:hAnsi="Oswald"/>
      </w:rPr>
      <w:id w:val="-1059242420"/>
      <w:docPartObj>
        <w:docPartGallery w:val="Page Numbers (Bottom of Page)"/>
        <w:docPartUnique/>
      </w:docPartObj>
    </w:sdtPr>
    <w:sdtEndPr>
      <w:rPr>
        <w:rStyle w:val="PageNumber"/>
        <w:b/>
        <w:bCs/>
        <w:color w:val="05645E" w:themeColor="accent5"/>
      </w:rPr>
    </w:sdtEndPr>
    <w:sdtContent>
      <w:p w14:paraId="32DBB5BB" w14:textId="77777777" w:rsidR="0018408A" w:rsidRPr="00A05D2D" w:rsidRDefault="0018408A" w:rsidP="0018408A">
        <w:pPr>
          <w:pStyle w:val="Footer"/>
          <w:framePr w:w="5459" w:wrap="none" w:vAnchor="text" w:hAnchor="page" w:x="5320" w:y="1"/>
          <w:jc w:val="right"/>
          <w:rPr>
            <w:rStyle w:val="PageNumber"/>
            <w:rFonts w:ascii="Oswald" w:hAnsi="Oswald"/>
            <w:b/>
            <w:bCs/>
            <w:color w:val="00548E" w:themeColor="accent1"/>
          </w:rPr>
        </w:pPr>
        <w:r>
          <w:rPr>
            <w:rStyle w:val="PageNumber"/>
            <w:rFonts w:ascii="Oswald" w:hAnsi="Oswald"/>
          </w:rPr>
          <w:t>Tools SoAQM Playbook</w:t>
        </w:r>
        <w:r w:rsidRPr="005244D3">
          <w:rPr>
            <w:rStyle w:val="PageNumber"/>
            <w:rFonts w:ascii="Oswald" w:hAnsi="Oswald"/>
          </w:rPr>
          <w:t xml:space="preserve">  </w:t>
        </w:r>
        <w:r w:rsidRPr="005244D3">
          <w:rPr>
            <w:rStyle w:val="PageNumber"/>
            <w:rFonts w:ascii="Oswald" w:hAnsi="Oswald"/>
            <w:color w:val="005592" w:themeColor="text1"/>
          </w:rPr>
          <w:t xml:space="preserve">| 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begin"/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instrText xml:space="preserve"> PAGE </w:instrTex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separate"/>
        </w:r>
        <w:r>
          <w:rPr>
            <w:rStyle w:val="PageNumber"/>
            <w:rFonts w:ascii="Oswald" w:hAnsi="Oswald"/>
            <w:b/>
            <w:bCs/>
            <w:color w:val="05645E" w:themeColor="accent5"/>
          </w:rPr>
          <w:t>1</w:t>
        </w:r>
        <w:r w:rsidRPr="00880F32">
          <w:rPr>
            <w:rStyle w:val="PageNumber"/>
            <w:rFonts w:ascii="Oswald" w:hAnsi="Oswald"/>
            <w:b/>
            <w:bCs/>
            <w:color w:val="05645E" w:themeColor="accent5"/>
          </w:rPr>
          <w:fldChar w:fldCharType="end"/>
        </w:r>
      </w:p>
    </w:sdtContent>
  </w:sdt>
  <w:p w14:paraId="766A7C5B" w14:textId="77777777" w:rsidR="0018408A" w:rsidRDefault="001840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935F7" w14:textId="77777777" w:rsidR="001736A9" w:rsidRDefault="00173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9E868" w14:textId="77777777" w:rsidR="00FB441D" w:rsidRDefault="00FB441D">
      <w:r>
        <w:separator/>
      </w:r>
    </w:p>
  </w:footnote>
  <w:footnote w:type="continuationSeparator" w:id="0">
    <w:p w14:paraId="18839FFA" w14:textId="77777777" w:rsidR="00FB441D" w:rsidRDefault="00FB441D">
      <w:r>
        <w:continuationSeparator/>
      </w:r>
    </w:p>
  </w:footnote>
  <w:footnote w:id="1">
    <w:p w14:paraId="3FD5E49C" w14:textId="77777777" w:rsidR="00663B59" w:rsidRPr="00F921ED" w:rsidRDefault="00663B59" w:rsidP="00663B59">
      <w:pPr>
        <w:pStyle w:val="FootnoteText"/>
        <w:rPr>
          <w:rFonts w:ascii="Helvetica Neue" w:hAnsi="Helvetica Neue"/>
        </w:rPr>
      </w:pPr>
      <w:r w:rsidRPr="00F921ED">
        <w:rPr>
          <w:rStyle w:val="FootnoteReference"/>
          <w:rFonts w:ascii="Helvetica Neue" w:hAnsi="Helvetica Neue"/>
        </w:rPr>
        <w:footnoteRef/>
      </w:r>
      <w:r w:rsidRPr="00F921ED">
        <w:rPr>
          <w:rFonts w:ascii="Helvetica Neue" w:hAnsi="Helvetica Neue"/>
        </w:rPr>
        <w:t xml:space="preserve"> The SAI may customize the tool to reflect the actual monitoring process established in the SAI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A7D0" w14:textId="77777777" w:rsidR="001736A9" w:rsidRDefault="001736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D93A" w14:textId="6E31A36C" w:rsidR="0018408A" w:rsidRDefault="00184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574EEA" wp14:editId="0D7B110C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208277472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49A904" wp14:editId="35E5D183">
              <wp:simplePos x="0" y="0"/>
              <wp:positionH relativeFrom="column">
                <wp:posOffset>0</wp:posOffset>
              </wp:positionH>
              <wp:positionV relativeFrom="paragraph">
                <wp:posOffset>231775</wp:posOffset>
              </wp:positionV>
              <wp:extent cx="1282373" cy="562708"/>
              <wp:effectExtent l="0" t="0" r="635" b="0"/>
              <wp:wrapNone/>
              <wp:docPr id="569428465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1120754494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883378077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6790258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2012808046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E8E8E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3131B5E" id="Group 7" o:spid="_x0000_s1026" style="position:absolute;margin-left:0;margin-top:18.25pt;width:100.95pt;height:44.3pt;z-index:251660288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" strokecolor="#e8e8e8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AFE00" w14:textId="77777777" w:rsidR="001736A9" w:rsidRDefault="001736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D98"/>
    <w:multiLevelType w:val="hybridMultilevel"/>
    <w:tmpl w:val="2C82DF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62050"/>
    <w:multiLevelType w:val="multilevel"/>
    <w:tmpl w:val="66EA9BD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A6BBE"/>
    <w:multiLevelType w:val="hybridMultilevel"/>
    <w:tmpl w:val="68A4CF6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F67B8"/>
    <w:multiLevelType w:val="multilevel"/>
    <w:tmpl w:val="A7C2558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17A54B6"/>
    <w:multiLevelType w:val="multilevel"/>
    <w:tmpl w:val="F496DA7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84936"/>
    <w:multiLevelType w:val="hybridMultilevel"/>
    <w:tmpl w:val="EB4C3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DB4FE5"/>
    <w:multiLevelType w:val="hybridMultilevel"/>
    <w:tmpl w:val="E16A4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0E507F"/>
    <w:multiLevelType w:val="hybridMultilevel"/>
    <w:tmpl w:val="F468C9A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1A24EF"/>
    <w:multiLevelType w:val="hybridMultilevel"/>
    <w:tmpl w:val="B4D26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6A2890"/>
    <w:multiLevelType w:val="multilevel"/>
    <w:tmpl w:val="16D66C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376071C"/>
    <w:multiLevelType w:val="hybridMultilevel"/>
    <w:tmpl w:val="68087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C8455A"/>
    <w:multiLevelType w:val="hybridMultilevel"/>
    <w:tmpl w:val="6C9AB7B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B6DEC"/>
    <w:multiLevelType w:val="multilevel"/>
    <w:tmpl w:val="D0CE11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47691"/>
    <w:multiLevelType w:val="hybridMultilevel"/>
    <w:tmpl w:val="CFB03BE0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08090019" w:tentative="1">
      <w:start w:val="1"/>
      <w:numFmt w:val="lowerLetter"/>
      <w:lvlText w:val="%2."/>
      <w:lvlJc w:val="left"/>
      <w:pPr>
        <w:ind w:left="1831" w:hanging="360"/>
      </w:pPr>
    </w:lvl>
    <w:lvl w:ilvl="2" w:tplc="0809001B" w:tentative="1">
      <w:start w:val="1"/>
      <w:numFmt w:val="lowerRoman"/>
      <w:lvlText w:val="%3."/>
      <w:lvlJc w:val="right"/>
      <w:pPr>
        <w:ind w:left="2551" w:hanging="180"/>
      </w:pPr>
    </w:lvl>
    <w:lvl w:ilvl="3" w:tplc="0809000F">
      <w:start w:val="1"/>
      <w:numFmt w:val="decimal"/>
      <w:lvlText w:val="%4."/>
      <w:lvlJc w:val="left"/>
      <w:pPr>
        <w:ind w:left="3271" w:hanging="360"/>
      </w:pPr>
    </w:lvl>
    <w:lvl w:ilvl="4" w:tplc="08090019" w:tentative="1">
      <w:start w:val="1"/>
      <w:numFmt w:val="lowerLetter"/>
      <w:lvlText w:val="%5."/>
      <w:lvlJc w:val="left"/>
      <w:pPr>
        <w:ind w:left="3991" w:hanging="360"/>
      </w:pPr>
    </w:lvl>
    <w:lvl w:ilvl="5" w:tplc="0809001B" w:tentative="1">
      <w:start w:val="1"/>
      <w:numFmt w:val="lowerRoman"/>
      <w:lvlText w:val="%6."/>
      <w:lvlJc w:val="right"/>
      <w:pPr>
        <w:ind w:left="4711" w:hanging="180"/>
      </w:pPr>
    </w:lvl>
    <w:lvl w:ilvl="6" w:tplc="0809000F" w:tentative="1">
      <w:start w:val="1"/>
      <w:numFmt w:val="decimal"/>
      <w:lvlText w:val="%7."/>
      <w:lvlJc w:val="left"/>
      <w:pPr>
        <w:ind w:left="5431" w:hanging="360"/>
      </w:pPr>
    </w:lvl>
    <w:lvl w:ilvl="7" w:tplc="08090019" w:tentative="1">
      <w:start w:val="1"/>
      <w:numFmt w:val="lowerLetter"/>
      <w:lvlText w:val="%8."/>
      <w:lvlJc w:val="left"/>
      <w:pPr>
        <w:ind w:left="6151" w:hanging="360"/>
      </w:pPr>
    </w:lvl>
    <w:lvl w:ilvl="8" w:tplc="080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04F601FC"/>
    <w:multiLevelType w:val="hybridMultilevel"/>
    <w:tmpl w:val="A288CB1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D25"/>
    <w:multiLevelType w:val="hybridMultilevel"/>
    <w:tmpl w:val="B672CF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083770"/>
    <w:multiLevelType w:val="hybridMultilevel"/>
    <w:tmpl w:val="E278994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F580B"/>
    <w:multiLevelType w:val="hybridMultilevel"/>
    <w:tmpl w:val="1D48A5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7F781E"/>
    <w:multiLevelType w:val="hybridMultilevel"/>
    <w:tmpl w:val="84C03B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5B65726"/>
    <w:multiLevelType w:val="hybridMultilevel"/>
    <w:tmpl w:val="01380D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1A4C9F"/>
    <w:multiLevelType w:val="multilevel"/>
    <w:tmpl w:val="24A060D2"/>
    <w:styleLink w:val="CurrentList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" w15:restartNumberingAfterBreak="0">
    <w:nsid w:val="0628687D"/>
    <w:multiLevelType w:val="multilevel"/>
    <w:tmpl w:val="A0B018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29032F"/>
    <w:multiLevelType w:val="multilevel"/>
    <w:tmpl w:val="AB0C67F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06DA041A"/>
    <w:multiLevelType w:val="multilevel"/>
    <w:tmpl w:val="CD6C5EA0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" w15:restartNumberingAfterBreak="0">
    <w:nsid w:val="06DF3F5B"/>
    <w:multiLevelType w:val="hybridMultilevel"/>
    <w:tmpl w:val="144E798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70E65C1"/>
    <w:multiLevelType w:val="multilevel"/>
    <w:tmpl w:val="01C40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16110B"/>
    <w:multiLevelType w:val="multilevel"/>
    <w:tmpl w:val="ACE42F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318FD"/>
    <w:multiLevelType w:val="hybridMultilevel"/>
    <w:tmpl w:val="D82EFA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963B98"/>
    <w:multiLevelType w:val="multilevel"/>
    <w:tmpl w:val="F2007A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083E6BA6"/>
    <w:multiLevelType w:val="hybridMultilevel"/>
    <w:tmpl w:val="9E6030E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5D03B6"/>
    <w:multiLevelType w:val="multilevel"/>
    <w:tmpl w:val="76A0591C"/>
    <w:lvl w:ilvl="0">
      <w:start w:val="1"/>
      <w:numFmt w:val="decimal"/>
      <w:lvlText w:val="%1."/>
      <w:lvlJc w:val="left"/>
      <w:pPr>
        <w:ind w:left="473" w:hanging="144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897" w:hanging="341"/>
      </w:pPr>
      <w:rPr>
        <w:rFonts w:ascii="Poppins" w:eastAsia="Poppins" w:hAnsi="Poppins" w:cs="Poppins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2">
      <w:numFmt w:val="bullet"/>
      <w:lvlText w:val="•"/>
      <w:lvlJc w:val="left"/>
      <w:pPr>
        <w:ind w:left="2007" w:hanging="3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14" w:hanging="3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1" w:hanging="3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9" w:hanging="3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36" w:hanging="3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43" w:hanging="3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50" w:hanging="341"/>
      </w:pPr>
      <w:rPr>
        <w:rFonts w:hint="default"/>
        <w:lang w:val="en-US" w:eastAsia="en-US" w:bidi="ar-SA"/>
      </w:rPr>
    </w:lvl>
  </w:abstractNum>
  <w:abstractNum w:abstractNumId="31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2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EF47B6"/>
    <w:multiLevelType w:val="hybridMultilevel"/>
    <w:tmpl w:val="AC8ACD8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1C75B4"/>
    <w:multiLevelType w:val="hybridMultilevel"/>
    <w:tmpl w:val="E94836B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8368B6"/>
    <w:multiLevelType w:val="hybridMultilevel"/>
    <w:tmpl w:val="944A4F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9B2080"/>
    <w:multiLevelType w:val="hybridMultilevel"/>
    <w:tmpl w:val="2C42628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0AA9210D"/>
    <w:multiLevelType w:val="multilevel"/>
    <w:tmpl w:val="18EA08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0AB60EB0"/>
    <w:multiLevelType w:val="hybridMultilevel"/>
    <w:tmpl w:val="707006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C677F8"/>
    <w:multiLevelType w:val="hybridMultilevel"/>
    <w:tmpl w:val="036479E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072DE2"/>
    <w:multiLevelType w:val="hybridMultilevel"/>
    <w:tmpl w:val="E13A2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B457A0F"/>
    <w:multiLevelType w:val="hybridMultilevel"/>
    <w:tmpl w:val="ECE6EE8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BBF5C38"/>
    <w:multiLevelType w:val="hybridMultilevel"/>
    <w:tmpl w:val="8C38E0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D80F01"/>
    <w:multiLevelType w:val="multilevel"/>
    <w:tmpl w:val="0832C0E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0C320FCB"/>
    <w:multiLevelType w:val="hybridMultilevel"/>
    <w:tmpl w:val="07AA60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C500EF8"/>
    <w:multiLevelType w:val="multilevel"/>
    <w:tmpl w:val="F6F0F9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0C9C696A"/>
    <w:multiLevelType w:val="multilevel"/>
    <w:tmpl w:val="D9BC7FB0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47" w15:restartNumberingAfterBreak="0">
    <w:nsid w:val="0D5C44BA"/>
    <w:multiLevelType w:val="hybridMultilevel"/>
    <w:tmpl w:val="D71AADA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0E08043A"/>
    <w:multiLevelType w:val="multilevel"/>
    <w:tmpl w:val="073E13F6"/>
    <w:styleLink w:val="Style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4A6B5E"/>
    <w:multiLevelType w:val="hybridMultilevel"/>
    <w:tmpl w:val="B0204C0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03D31D4"/>
    <w:multiLevelType w:val="hybridMultilevel"/>
    <w:tmpl w:val="1E9E0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0972858"/>
    <w:multiLevelType w:val="hybridMultilevel"/>
    <w:tmpl w:val="9CB0A3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3" w15:restartNumberingAfterBreak="0">
    <w:nsid w:val="109D048E"/>
    <w:multiLevelType w:val="hybridMultilevel"/>
    <w:tmpl w:val="EA320B8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0A24E85"/>
    <w:multiLevelType w:val="hybridMultilevel"/>
    <w:tmpl w:val="D6D8BA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F54603"/>
    <w:multiLevelType w:val="multilevel"/>
    <w:tmpl w:val="D2CEC8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12F5A37"/>
    <w:multiLevelType w:val="multilevel"/>
    <w:tmpl w:val="150CD1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3C0100"/>
    <w:multiLevelType w:val="multilevel"/>
    <w:tmpl w:val="D28A95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14E66FD4"/>
    <w:multiLevelType w:val="multilevel"/>
    <w:tmpl w:val="B2DAF8A2"/>
    <w:styleLink w:val="CurrentList4"/>
    <w:lvl w:ilvl="0">
      <w:start w:val="1"/>
      <w:numFmt w:val="decimal"/>
      <w:lvlText w:val="%1."/>
      <w:lvlJc w:val="left"/>
      <w:pPr>
        <w:ind w:left="1050" w:hanging="1050"/>
      </w:pPr>
      <w:rPr>
        <w:rFonts w:ascii="Oswald SemiBold" w:hAnsi="Oswald SemiBold" w:hint="default"/>
        <w:b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59" w15:restartNumberingAfterBreak="0">
    <w:nsid w:val="14F7784B"/>
    <w:multiLevelType w:val="multilevel"/>
    <w:tmpl w:val="BE1E00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017A32"/>
    <w:multiLevelType w:val="hybridMultilevel"/>
    <w:tmpl w:val="28F48B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0478D4"/>
    <w:multiLevelType w:val="hybridMultilevel"/>
    <w:tmpl w:val="7FB6D57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36A49"/>
    <w:multiLevelType w:val="multilevel"/>
    <w:tmpl w:val="8E2A87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DD060F"/>
    <w:multiLevelType w:val="hybridMultilevel"/>
    <w:tmpl w:val="3D4E268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604512D"/>
    <w:multiLevelType w:val="multilevel"/>
    <w:tmpl w:val="77E62E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8B6A89"/>
    <w:multiLevelType w:val="multilevel"/>
    <w:tmpl w:val="F06CEB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7971F6D"/>
    <w:multiLevelType w:val="hybridMultilevel"/>
    <w:tmpl w:val="872C479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7A01995"/>
    <w:multiLevelType w:val="hybridMultilevel"/>
    <w:tmpl w:val="F44C89C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17A83AF8"/>
    <w:multiLevelType w:val="multilevel"/>
    <w:tmpl w:val="4C7232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7AA7FD0"/>
    <w:multiLevelType w:val="hybridMultilevel"/>
    <w:tmpl w:val="2C2C13AA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8DA1490"/>
    <w:multiLevelType w:val="hybridMultilevel"/>
    <w:tmpl w:val="CB5ADF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E000C8"/>
    <w:multiLevelType w:val="hybridMultilevel"/>
    <w:tmpl w:val="1F44E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939585D"/>
    <w:multiLevelType w:val="multilevel"/>
    <w:tmpl w:val="05640A8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A2F3F55"/>
    <w:multiLevelType w:val="hybridMultilevel"/>
    <w:tmpl w:val="BB228B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BF41D4"/>
    <w:multiLevelType w:val="hybridMultilevel"/>
    <w:tmpl w:val="3072DD9C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583683"/>
    <w:multiLevelType w:val="hybridMultilevel"/>
    <w:tmpl w:val="9766AD1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8" w15:restartNumberingAfterBreak="0">
    <w:nsid w:val="1BB51B76"/>
    <w:multiLevelType w:val="multilevel"/>
    <w:tmpl w:val="E586D0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BC62E93"/>
    <w:multiLevelType w:val="hybridMultilevel"/>
    <w:tmpl w:val="765E84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7E3D80"/>
    <w:multiLevelType w:val="multilevel"/>
    <w:tmpl w:val="7AE408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CD13F0A"/>
    <w:multiLevelType w:val="multilevel"/>
    <w:tmpl w:val="4E5CB6E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D1A379A"/>
    <w:multiLevelType w:val="multilevel"/>
    <w:tmpl w:val="2F38CB5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D7B2FAA"/>
    <w:multiLevelType w:val="hybridMultilevel"/>
    <w:tmpl w:val="5D18E33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D980C39"/>
    <w:multiLevelType w:val="hybridMultilevel"/>
    <w:tmpl w:val="FF146C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DB14025"/>
    <w:multiLevelType w:val="hybridMultilevel"/>
    <w:tmpl w:val="5686AF3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86" w15:restartNumberingAfterBreak="0">
    <w:nsid w:val="1DB5504C"/>
    <w:multiLevelType w:val="hybridMultilevel"/>
    <w:tmpl w:val="94F02624"/>
    <w:lvl w:ilvl="0" w:tplc="218C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E6A79B6"/>
    <w:multiLevelType w:val="hybridMultilevel"/>
    <w:tmpl w:val="808AC5D2"/>
    <w:lvl w:ilvl="0" w:tplc="0414001B">
      <w:start w:val="1"/>
      <w:numFmt w:val="lowerRoman"/>
      <w:lvlText w:val="%1."/>
      <w:lvlJc w:val="right"/>
      <w:pPr>
        <w:ind w:left="1111" w:hanging="360"/>
      </w:pPr>
    </w:lvl>
    <w:lvl w:ilvl="1" w:tplc="FFFFFFFF" w:tentative="1">
      <w:start w:val="1"/>
      <w:numFmt w:val="lowerLetter"/>
      <w:lvlText w:val="%2."/>
      <w:lvlJc w:val="left"/>
      <w:pPr>
        <w:ind w:left="1831" w:hanging="360"/>
      </w:pPr>
    </w:lvl>
    <w:lvl w:ilvl="2" w:tplc="FFFFFFFF" w:tentative="1">
      <w:start w:val="1"/>
      <w:numFmt w:val="lowerRoman"/>
      <w:lvlText w:val="%3."/>
      <w:lvlJc w:val="right"/>
      <w:pPr>
        <w:ind w:left="2551" w:hanging="180"/>
      </w:pPr>
    </w:lvl>
    <w:lvl w:ilvl="3" w:tplc="FFFFFFFF" w:tentative="1">
      <w:start w:val="1"/>
      <w:numFmt w:val="decimal"/>
      <w:lvlText w:val="%4."/>
      <w:lvlJc w:val="left"/>
      <w:pPr>
        <w:ind w:left="3271" w:hanging="360"/>
      </w:pPr>
    </w:lvl>
    <w:lvl w:ilvl="4" w:tplc="FFFFFFFF" w:tentative="1">
      <w:start w:val="1"/>
      <w:numFmt w:val="lowerLetter"/>
      <w:lvlText w:val="%5."/>
      <w:lvlJc w:val="left"/>
      <w:pPr>
        <w:ind w:left="3991" w:hanging="360"/>
      </w:pPr>
    </w:lvl>
    <w:lvl w:ilvl="5" w:tplc="FFFFFFFF" w:tentative="1">
      <w:start w:val="1"/>
      <w:numFmt w:val="lowerRoman"/>
      <w:lvlText w:val="%6."/>
      <w:lvlJc w:val="right"/>
      <w:pPr>
        <w:ind w:left="4711" w:hanging="180"/>
      </w:pPr>
    </w:lvl>
    <w:lvl w:ilvl="6" w:tplc="FFFFFFFF" w:tentative="1">
      <w:start w:val="1"/>
      <w:numFmt w:val="decimal"/>
      <w:lvlText w:val="%7."/>
      <w:lvlJc w:val="left"/>
      <w:pPr>
        <w:ind w:left="5431" w:hanging="360"/>
      </w:pPr>
    </w:lvl>
    <w:lvl w:ilvl="7" w:tplc="FFFFFFFF" w:tentative="1">
      <w:start w:val="1"/>
      <w:numFmt w:val="lowerLetter"/>
      <w:lvlText w:val="%8."/>
      <w:lvlJc w:val="left"/>
      <w:pPr>
        <w:ind w:left="6151" w:hanging="360"/>
      </w:pPr>
    </w:lvl>
    <w:lvl w:ilvl="8" w:tplc="FFFFFFFF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8" w15:restartNumberingAfterBreak="0">
    <w:nsid w:val="1EB24651"/>
    <w:multiLevelType w:val="hybridMultilevel"/>
    <w:tmpl w:val="D0D2C4EC"/>
    <w:lvl w:ilvl="0" w:tplc="0414001B">
      <w:start w:val="1"/>
      <w:numFmt w:val="low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1ECF2AC2"/>
    <w:multiLevelType w:val="hybridMultilevel"/>
    <w:tmpl w:val="3CE477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EE14478"/>
    <w:multiLevelType w:val="hybridMultilevel"/>
    <w:tmpl w:val="5AE0DD8A"/>
    <w:lvl w:ilvl="0" w:tplc="FFFFFFFF">
      <w:start w:val="1"/>
      <w:numFmt w:val="lowerRoman"/>
      <w:lvlText w:val="%1."/>
      <w:lvlJc w:val="righ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F152487"/>
    <w:multiLevelType w:val="hybridMultilevel"/>
    <w:tmpl w:val="E8C695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754B5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F3C7309"/>
    <w:multiLevelType w:val="multilevel"/>
    <w:tmpl w:val="084E021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94" w15:restartNumberingAfterBreak="0">
    <w:nsid w:val="1F3D3195"/>
    <w:multiLevelType w:val="multilevel"/>
    <w:tmpl w:val="73F02D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05104C2"/>
    <w:multiLevelType w:val="hybridMultilevel"/>
    <w:tmpl w:val="4C581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0AD36A4"/>
    <w:multiLevelType w:val="multilevel"/>
    <w:tmpl w:val="0024B52A"/>
    <w:styleLink w:val="CurrentList3"/>
    <w:lvl w:ilvl="0">
      <w:start w:val="1"/>
      <w:numFmt w:val="decimal"/>
      <w:lvlText w:val="%1."/>
      <w:lvlJc w:val="left"/>
      <w:pPr>
        <w:ind w:left="1050" w:hanging="360"/>
      </w:pPr>
      <w:rPr>
        <w:rFonts w:ascii="Oswald SemiBold" w:hAnsi="Oswald SemiBold" w:hint="default"/>
        <w:b/>
        <w:i w:val="0"/>
        <w:color w:val="00548E" w:themeColor="accent1"/>
        <w:sz w:val="36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97" w15:restartNumberingAfterBreak="0">
    <w:nsid w:val="21207AE7"/>
    <w:multiLevelType w:val="multilevel"/>
    <w:tmpl w:val="45D8C6B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8" w15:restartNumberingAfterBreak="0">
    <w:nsid w:val="226A6F45"/>
    <w:multiLevelType w:val="multilevel"/>
    <w:tmpl w:val="C4823D0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2FC613D"/>
    <w:multiLevelType w:val="multilevel"/>
    <w:tmpl w:val="F580D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31C34A2"/>
    <w:multiLevelType w:val="hybridMultilevel"/>
    <w:tmpl w:val="0AA4B9DE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01" w15:restartNumberingAfterBreak="0">
    <w:nsid w:val="23BD3DFE"/>
    <w:multiLevelType w:val="hybridMultilevel"/>
    <w:tmpl w:val="BCF6BD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3D844BB"/>
    <w:multiLevelType w:val="multilevel"/>
    <w:tmpl w:val="BBB48198"/>
    <w:styleLink w:val="Style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1746C3"/>
    <w:multiLevelType w:val="hybridMultilevel"/>
    <w:tmpl w:val="5F3A997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330466"/>
    <w:multiLevelType w:val="hybridMultilevel"/>
    <w:tmpl w:val="BB60F3F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4755324"/>
    <w:multiLevelType w:val="multilevel"/>
    <w:tmpl w:val="1E028E3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53F26EC"/>
    <w:multiLevelType w:val="multilevel"/>
    <w:tmpl w:val="7E0AC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63E59AB"/>
    <w:multiLevelType w:val="hybridMultilevel"/>
    <w:tmpl w:val="D418331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7662DFF"/>
    <w:multiLevelType w:val="multilevel"/>
    <w:tmpl w:val="91DC386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0" w15:restartNumberingAfterBreak="0">
    <w:nsid w:val="280913BF"/>
    <w:multiLevelType w:val="multilevel"/>
    <w:tmpl w:val="C41012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83006BB"/>
    <w:multiLevelType w:val="multilevel"/>
    <w:tmpl w:val="5ACA884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287D06C1"/>
    <w:multiLevelType w:val="hybridMultilevel"/>
    <w:tmpl w:val="51966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C545F0"/>
    <w:multiLevelType w:val="hybridMultilevel"/>
    <w:tmpl w:val="549675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065D5E"/>
    <w:multiLevelType w:val="hybridMultilevel"/>
    <w:tmpl w:val="EE0839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181DC1"/>
    <w:multiLevelType w:val="hybridMultilevel"/>
    <w:tmpl w:val="8E46A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313" w:hanging="360"/>
      </w:pPr>
    </w:lvl>
    <w:lvl w:ilvl="2" w:tplc="FFFFFFFF" w:tentative="1">
      <w:start w:val="1"/>
      <w:numFmt w:val="lowerRoman"/>
      <w:lvlText w:val="%3."/>
      <w:lvlJc w:val="right"/>
      <w:pPr>
        <w:ind w:left="3033" w:hanging="180"/>
      </w:pPr>
    </w:lvl>
    <w:lvl w:ilvl="3" w:tplc="FFFFFFFF" w:tentative="1">
      <w:start w:val="1"/>
      <w:numFmt w:val="decimal"/>
      <w:lvlText w:val="%4."/>
      <w:lvlJc w:val="left"/>
      <w:pPr>
        <w:ind w:left="3753" w:hanging="360"/>
      </w:pPr>
    </w:lvl>
    <w:lvl w:ilvl="4" w:tplc="FFFFFFFF" w:tentative="1">
      <w:start w:val="1"/>
      <w:numFmt w:val="lowerLetter"/>
      <w:lvlText w:val="%5."/>
      <w:lvlJc w:val="left"/>
      <w:pPr>
        <w:ind w:left="4473" w:hanging="360"/>
      </w:pPr>
    </w:lvl>
    <w:lvl w:ilvl="5" w:tplc="FFFFFFFF" w:tentative="1">
      <w:start w:val="1"/>
      <w:numFmt w:val="lowerRoman"/>
      <w:lvlText w:val="%6."/>
      <w:lvlJc w:val="right"/>
      <w:pPr>
        <w:ind w:left="5193" w:hanging="180"/>
      </w:pPr>
    </w:lvl>
    <w:lvl w:ilvl="6" w:tplc="FFFFFFFF" w:tentative="1">
      <w:start w:val="1"/>
      <w:numFmt w:val="decimal"/>
      <w:lvlText w:val="%7."/>
      <w:lvlJc w:val="left"/>
      <w:pPr>
        <w:ind w:left="5913" w:hanging="360"/>
      </w:pPr>
    </w:lvl>
    <w:lvl w:ilvl="7" w:tplc="FFFFFFFF" w:tentative="1">
      <w:start w:val="1"/>
      <w:numFmt w:val="lowerLetter"/>
      <w:lvlText w:val="%8."/>
      <w:lvlJc w:val="left"/>
      <w:pPr>
        <w:ind w:left="6633" w:hanging="360"/>
      </w:pPr>
    </w:lvl>
    <w:lvl w:ilvl="8" w:tplc="FFFFFFFF" w:tentative="1">
      <w:start w:val="1"/>
      <w:numFmt w:val="lowerRoman"/>
      <w:lvlText w:val="%9."/>
      <w:lvlJc w:val="right"/>
      <w:pPr>
        <w:ind w:left="7353" w:hanging="180"/>
      </w:pPr>
    </w:lvl>
  </w:abstractNum>
  <w:abstractNum w:abstractNumId="116" w15:restartNumberingAfterBreak="0">
    <w:nsid w:val="2A414328"/>
    <w:multiLevelType w:val="multilevel"/>
    <w:tmpl w:val="F9F6FF2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B214513"/>
    <w:multiLevelType w:val="hybridMultilevel"/>
    <w:tmpl w:val="E2160BD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BDF393D"/>
    <w:multiLevelType w:val="hybridMultilevel"/>
    <w:tmpl w:val="019E7816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0" w15:restartNumberingAfterBreak="0">
    <w:nsid w:val="2C1A185C"/>
    <w:multiLevelType w:val="hybridMultilevel"/>
    <w:tmpl w:val="BAE2F53E"/>
    <w:lvl w:ilvl="0" w:tplc="080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44" w:hanging="360"/>
      </w:pPr>
    </w:lvl>
    <w:lvl w:ilvl="2" w:tplc="FFFFFFFF" w:tentative="1">
      <w:start w:val="1"/>
      <w:numFmt w:val="lowerRoman"/>
      <w:lvlText w:val="%3."/>
      <w:lvlJc w:val="right"/>
      <w:pPr>
        <w:ind w:left="2564" w:hanging="180"/>
      </w:pPr>
    </w:lvl>
    <w:lvl w:ilvl="3" w:tplc="FFFFFFFF" w:tentative="1">
      <w:start w:val="1"/>
      <w:numFmt w:val="decimal"/>
      <w:lvlText w:val="%4."/>
      <w:lvlJc w:val="left"/>
      <w:pPr>
        <w:ind w:left="3284" w:hanging="360"/>
      </w:pPr>
    </w:lvl>
    <w:lvl w:ilvl="4" w:tplc="FFFFFFFF" w:tentative="1">
      <w:start w:val="1"/>
      <w:numFmt w:val="lowerLetter"/>
      <w:lvlText w:val="%5."/>
      <w:lvlJc w:val="left"/>
      <w:pPr>
        <w:ind w:left="4004" w:hanging="360"/>
      </w:pPr>
    </w:lvl>
    <w:lvl w:ilvl="5" w:tplc="FFFFFFFF" w:tentative="1">
      <w:start w:val="1"/>
      <w:numFmt w:val="lowerRoman"/>
      <w:lvlText w:val="%6."/>
      <w:lvlJc w:val="right"/>
      <w:pPr>
        <w:ind w:left="4724" w:hanging="180"/>
      </w:pPr>
    </w:lvl>
    <w:lvl w:ilvl="6" w:tplc="FFFFFFFF" w:tentative="1">
      <w:start w:val="1"/>
      <w:numFmt w:val="decimal"/>
      <w:lvlText w:val="%7."/>
      <w:lvlJc w:val="left"/>
      <w:pPr>
        <w:ind w:left="5444" w:hanging="360"/>
      </w:pPr>
    </w:lvl>
    <w:lvl w:ilvl="7" w:tplc="FFFFFFFF" w:tentative="1">
      <w:start w:val="1"/>
      <w:numFmt w:val="lowerLetter"/>
      <w:lvlText w:val="%8."/>
      <w:lvlJc w:val="left"/>
      <w:pPr>
        <w:ind w:left="6164" w:hanging="360"/>
      </w:pPr>
    </w:lvl>
    <w:lvl w:ilvl="8" w:tplc="FFFFFFFF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21" w15:restartNumberingAfterBreak="0">
    <w:nsid w:val="2C1F5B21"/>
    <w:multiLevelType w:val="hybridMultilevel"/>
    <w:tmpl w:val="6C7060C0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2" w15:restartNumberingAfterBreak="0">
    <w:nsid w:val="2D0C6C5D"/>
    <w:multiLevelType w:val="hybridMultilevel"/>
    <w:tmpl w:val="F5904B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D2E7520"/>
    <w:multiLevelType w:val="multilevel"/>
    <w:tmpl w:val="CC0C78A2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4" w15:restartNumberingAfterBreak="0">
    <w:nsid w:val="2F9F2BD8"/>
    <w:multiLevelType w:val="multilevel"/>
    <w:tmpl w:val="6A58184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5" w15:restartNumberingAfterBreak="0">
    <w:nsid w:val="2FAF7F08"/>
    <w:multiLevelType w:val="multilevel"/>
    <w:tmpl w:val="517211E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6" w15:restartNumberingAfterBreak="0">
    <w:nsid w:val="2FE071B1"/>
    <w:multiLevelType w:val="multilevel"/>
    <w:tmpl w:val="B31CDFC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27" w15:restartNumberingAfterBreak="0">
    <w:nsid w:val="30660305"/>
    <w:multiLevelType w:val="multilevel"/>
    <w:tmpl w:val="AB7679B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081017F"/>
    <w:multiLevelType w:val="hybridMultilevel"/>
    <w:tmpl w:val="958E019A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5" w:hanging="360"/>
      </w:pPr>
    </w:lvl>
    <w:lvl w:ilvl="2" w:tplc="FFFFFFFF" w:tentative="1">
      <w:start w:val="1"/>
      <w:numFmt w:val="lowerRoman"/>
      <w:lvlText w:val="%3."/>
      <w:lvlJc w:val="right"/>
      <w:pPr>
        <w:ind w:left="2555" w:hanging="180"/>
      </w:pPr>
    </w:lvl>
    <w:lvl w:ilvl="3" w:tplc="FFFFFFFF" w:tentative="1">
      <w:start w:val="1"/>
      <w:numFmt w:val="decimal"/>
      <w:lvlText w:val="%4."/>
      <w:lvlJc w:val="left"/>
      <w:pPr>
        <w:ind w:left="3275" w:hanging="360"/>
      </w:pPr>
    </w:lvl>
    <w:lvl w:ilvl="4" w:tplc="FFFFFFFF" w:tentative="1">
      <w:start w:val="1"/>
      <w:numFmt w:val="lowerLetter"/>
      <w:lvlText w:val="%5."/>
      <w:lvlJc w:val="left"/>
      <w:pPr>
        <w:ind w:left="3995" w:hanging="360"/>
      </w:pPr>
    </w:lvl>
    <w:lvl w:ilvl="5" w:tplc="FFFFFFFF" w:tentative="1">
      <w:start w:val="1"/>
      <w:numFmt w:val="lowerRoman"/>
      <w:lvlText w:val="%6."/>
      <w:lvlJc w:val="right"/>
      <w:pPr>
        <w:ind w:left="4715" w:hanging="180"/>
      </w:pPr>
    </w:lvl>
    <w:lvl w:ilvl="6" w:tplc="FFFFFFFF" w:tentative="1">
      <w:start w:val="1"/>
      <w:numFmt w:val="decimal"/>
      <w:lvlText w:val="%7."/>
      <w:lvlJc w:val="left"/>
      <w:pPr>
        <w:ind w:left="5435" w:hanging="360"/>
      </w:pPr>
    </w:lvl>
    <w:lvl w:ilvl="7" w:tplc="FFFFFFFF" w:tentative="1">
      <w:start w:val="1"/>
      <w:numFmt w:val="lowerLetter"/>
      <w:lvlText w:val="%8."/>
      <w:lvlJc w:val="left"/>
      <w:pPr>
        <w:ind w:left="6155" w:hanging="360"/>
      </w:pPr>
    </w:lvl>
    <w:lvl w:ilvl="8" w:tplc="FFFFFFFF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29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0" w15:restartNumberingAfterBreak="0">
    <w:nsid w:val="30B5455D"/>
    <w:multiLevelType w:val="hybridMultilevel"/>
    <w:tmpl w:val="E62A572C"/>
    <w:lvl w:ilvl="0" w:tplc="0414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1" w15:restartNumberingAfterBreak="0">
    <w:nsid w:val="30C81EE8"/>
    <w:multiLevelType w:val="multilevel"/>
    <w:tmpl w:val="D91ECD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0E17180"/>
    <w:multiLevelType w:val="hybridMultilevel"/>
    <w:tmpl w:val="343074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1584CB0"/>
    <w:multiLevelType w:val="multilevel"/>
    <w:tmpl w:val="5A2EFA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18C162F"/>
    <w:multiLevelType w:val="hybridMultilevel"/>
    <w:tmpl w:val="61FEB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329F30D8"/>
    <w:multiLevelType w:val="multilevel"/>
    <w:tmpl w:val="9580DED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3197CDD"/>
    <w:multiLevelType w:val="hybridMultilevel"/>
    <w:tmpl w:val="2C949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5D3E5A"/>
    <w:multiLevelType w:val="multilevel"/>
    <w:tmpl w:val="24A060D2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138" w15:restartNumberingAfterBreak="0">
    <w:nsid w:val="337962D2"/>
    <w:multiLevelType w:val="multilevel"/>
    <w:tmpl w:val="5BE244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797396"/>
    <w:multiLevelType w:val="hybridMultilevel"/>
    <w:tmpl w:val="C808866C"/>
    <w:lvl w:ilvl="0" w:tplc="7BA4D4EE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8126B8"/>
    <w:multiLevelType w:val="hybridMultilevel"/>
    <w:tmpl w:val="5D2CD6F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upp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3BF738F"/>
    <w:multiLevelType w:val="multilevel"/>
    <w:tmpl w:val="BCA6E25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3C65EF4"/>
    <w:multiLevelType w:val="hybridMultilevel"/>
    <w:tmpl w:val="A81814D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D0227D"/>
    <w:multiLevelType w:val="hybridMultilevel"/>
    <w:tmpl w:val="3BEE7FC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6214923"/>
    <w:multiLevelType w:val="multilevel"/>
    <w:tmpl w:val="575CE68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65817A4"/>
    <w:multiLevelType w:val="hybridMultilevel"/>
    <w:tmpl w:val="D4D6C91C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63" w:hanging="360"/>
      </w:pPr>
    </w:lvl>
    <w:lvl w:ilvl="2" w:tplc="FFFFFFFF" w:tentative="1">
      <w:start w:val="1"/>
      <w:numFmt w:val="lowerRoman"/>
      <w:lvlText w:val="%3."/>
      <w:lvlJc w:val="right"/>
      <w:pPr>
        <w:ind w:left="2583" w:hanging="180"/>
      </w:pPr>
    </w:lvl>
    <w:lvl w:ilvl="3" w:tplc="FFFFFFFF" w:tentative="1">
      <w:start w:val="1"/>
      <w:numFmt w:val="decimal"/>
      <w:lvlText w:val="%4."/>
      <w:lvlJc w:val="left"/>
      <w:pPr>
        <w:ind w:left="3303" w:hanging="360"/>
      </w:pPr>
    </w:lvl>
    <w:lvl w:ilvl="4" w:tplc="FFFFFFFF" w:tentative="1">
      <w:start w:val="1"/>
      <w:numFmt w:val="lowerLetter"/>
      <w:lvlText w:val="%5."/>
      <w:lvlJc w:val="left"/>
      <w:pPr>
        <w:ind w:left="4023" w:hanging="360"/>
      </w:pPr>
    </w:lvl>
    <w:lvl w:ilvl="5" w:tplc="FFFFFFFF" w:tentative="1">
      <w:start w:val="1"/>
      <w:numFmt w:val="lowerRoman"/>
      <w:lvlText w:val="%6."/>
      <w:lvlJc w:val="right"/>
      <w:pPr>
        <w:ind w:left="4743" w:hanging="180"/>
      </w:pPr>
    </w:lvl>
    <w:lvl w:ilvl="6" w:tplc="FFFFFFFF" w:tentative="1">
      <w:start w:val="1"/>
      <w:numFmt w:val="decimal"/>
      <w:lvlText w:val="%7."/>
      <w:lvlJc w:val="left"/>
      <w:pPr>
        <w:ind w:left="5463" w:hanging="360"/>
      </w:pPr>
    </w:lvl>
    <w:lvl w:ilvl="7" w:tplc="FFFFFFFF" w:tentative="1">
      <w:start w:val="1"/>
      <w:numFmt w:val="lowerLetter"/>
      <w:lvlText w:val="%8."/>
      <w:lvlJc w:val="left"/>
      <w:pPr>
        <w:ind w:left="6183" w:hanging="360"/>
      </w:pPr>
    </w:lvl>
    <w:lvl w:ilvl="8" w:tplc="FFFFFFFF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6" w15:restartNumberingAfterBreak="0">
    <w:nsid w:val="36755E0A"/>
    <w:multiLevelType w:val="hybridMultilevel"/>
    <w:tmpl w:val="0E1A783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1115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69C4B2B"/>
    <w:multiLevelType w:val="hybridMultilevel"/>
    <w:tmpl w:val="0F62801E"/>
    <w:lvl w:ilvl="0" w:tplc="3076A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6A47D1E"/>
    <w:multiLevelType w:val="hybridMultilevel"/>
    <w:tmpl w:val="D13C90B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78B66B9A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757375E"/>
    <w:multiLevelType w:val="multilevel"/>
    <w:tmpl w:val="BAB8D8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0" w15:restartNumberingAfterBreak="0">
    <w:nsid w:val="37951A7B"/>
    <w:multiLevelType w:val="multilevel"/>
    <w:tmpl w:val="969C52DE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51" w15:restartNumberingAfterBreak="0">
    <w:nsid w:val="37A326DF"/>
    <w:multiLevelType w:val="multilevel"/>
    <w:tmpl w:val="886075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80B43BF"/>
    <w:multiLevelType w:val="multilevel"/>
    <w:tmpl w:val="25F475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85E31D6"/>
    <w:multiLevelType w:val="hybridMultilevel"/>
    <w:tmpl w:val="1338A4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87A5CFA"/>
    <w:multiLevelType w:val="hybridMultilevel"/>
    <w:tmpl w:val="58924B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8D44984"/>
    <w:multiLevelType w:val="hybridMultilevel"/>
    <w:tmpl w:val="58FE9E8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8E97AFF"/>
    <w:multiLevelType w:val="hybridMultilevel"/>
    <w:tmpl w:val="AD8096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8FE2E8B"/>
    <w:multiLevelType w:val="hybridMultilevel"/>
    <w:tmpl w:val="64CA363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9801062"/>
    <w:multiLevelType w:val="hybridMultilevel"/>
    <w:tmpl w:val="3E1879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9" w15:restartNumberingAfterBreak="0">
    <w:nsid w:val="3A326014"/>
    <w:multiLevelType w:val="hybridMultilevel"/>
    <w:tmpl w:val="A176D41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A840D0E"/>
    <w:multiLevelType w:val="hybridMultilevel"/>
    <w:tmpl w:val="49689A30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A906FE5"/>
    <w:multiLevelType w:val="hybridMultilevel"/>
    <w:tmpl w:val="1E285C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B7C3269"/>
    <w:multiLevelType w:val="multilevel"/>
    <w:tmpl w:val="13CE2E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C507BE9"/>
    <w:multiLevelType w:val="hybridMultilevel"/>
    <w:tmpl w:val="32A68512"/>
    <w:lvl w:ilvl="0" w:tplc="FFFFFFFF">
      <w:start w:val="1"/>
      <w:numFmt w:val="lowerRoman"/>
      <w:lvlText w:val="%1."/>
      <w:lvlJc w:val="right"/>
      <w:pPr>
        <w:ind w:left="1162" w:hanging="360"/>
      </w:pPr>
    </w:lvl>
    <w:lvl w:ilvl="1" w:tplc="FFFFFFFF" w:tentative="1">
      <w:start w:val="1"/>
      <w:numFmt w:val="lowerLetter"/>
      <w:lvlText w:val="%2."/>
      <w:lvlJc w:val="left"/>
      <w:pPr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ind w:left="2602" w:hanging="180"/>
      </w:pPr>
    </w:lvl>
    <w:lvl w:ilvl="3" w:tplc="0414001B">
      <w:start w:val="1"/>
      <w:numFmt w:val="lowerRoman"/>
      <w:lvlText w:val="%4."/>
      <w:lvlJc w:val="righ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65" w15:restartNumberingAfterBreak="0">
    <w:nsid w:val="3CC63CC6"/>
    <w:multiLevelType w:val="hybridMultilevel"/>
    <w:tmpl w:val="78BAF7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D2C01FD"/>
    <w:multiLevelType w:val="multilevel"/>
    <w:tmpl w:val="5D1463C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1A342E"/>
    <w:multiLevelType w:val="hybridMultilevel"/>
    <w:tmpl w:val="4472268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E55028F"/>
    <w:multiLevelType w:val="hybridMultilevel"/>
    <w:tmpl w:val="658AB5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E7302E9"/>
    <w:multiLevelType w:val="multilevel"/>
    <w:tmpl w:val="2AB602B4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0" w15:restartNumberingAfterBreak="0">
    <w:nsid w:val="3F055CA9"/>
    <w:multiLevelType w:val="multilevel"/>
    <w:tmpl w:val="6C5EAB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1" w15:restartNumberingAfterBreak="0">
    <w:nsid w:val="3F722A89"/>
    <w:multiLevelType w:val="multilevel"/>
    <w:tmpl w:val="637CF1B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F72438F"/>
    <w:multiLevelType w:val="hybridMultilevel"/>
    <w:tmpl w:val="F182C802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73" w15:restartNumberingAfterBreak="0">
    <w:nsid w:val="3F862E28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0CC0D0C"/>
    <w:multiLevelType w:val="multilevel"/>
    <w:tmpl w:val="0F0A7166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75" w15:restartNumberingAfterBreak="0">
    <w:nsid w:val="40E25C95"/>
    <w:multiLevelType w:val="hybridMultilevel"/>
    <w:tmpl w:val="24D086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0FD78F9"/>
    <w:multiLevelType w:val="multilevel"/>
    <w:tmpl w:val="F4805E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115172E"/>
    <w:multiLevelType w:val="hybridMultilevel"/>
    <w:tmpl w:val="C3BA60A2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8" w15:restartNumberingAfterBreak="0">
    <w:nsid w:val="427E1E11"/>
    <w:multiLevelType w:val="hybridMultilevel"/>
    <w:tmpl w:val="F8906A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2A4484D"/>
    <w:multiLevelType w:val="hybridMultilevel"/>
    <w:tmpl w:val="49084B6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2AC06C7"/>
    <w:multiLevelType w:val="multilevel"/>
    <w:tmpl w:val="3D88E0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2B56A3A"/>
    <w:multiLevelType w:val="hybridMultilevel"/>
    <w:tmpl w:val="518E2A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35265A0"/>
    <w:multiLevelType w:val="hybridMultilevel"/>
    <w:tmpl w:val="D5802EB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36D6B5B"/>
    <w:multiLevelType w:val="hybridMultilevel"/>
    <w:tmpl w:val="AF46B26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37237B0"/>
    <w:multiLevelType w:val="hybridMultilevel"/>
    <w:tmpl w:val="99FE4B06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3EA189E"/>
    <w:multiLevelType w:val="hybridMultilevel"/>
    <w:tmpl w:val="E9AAC22C"/>
    <w:lvl w:ilvl="0" w:tplc="080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03" w:hanging="360"/>
      </w:pPr>
    </w:lvl>
    <w:lvl w:ilvl="2" w:tplc="FFFFFFFF" w:tentative="1">
      <w:start w:val="1"/>
      <w:numFmt w:val="lowerRoman"/>
      <w:lvlText w:val="%3."/>
      <w:lvlJc w:val="right"/>
      <w:pPr>
        <w:ind w:left="2823" w:hanging="180"/>
      </w:pPr>
    </w:lvl>
    <w:lvl w:ilvl="3" w:tplc="FFFFFFFF" w:tentative="1">
      <w:start w:val="1"/>
      <w:numFmt w:val="decimal"/>
      <w:lvlText w:val="%4."/>
      <w:lvlJc w:val="left"/>
      <w:pPr>
        <w:ind w:left="3543" w:hanging="360"/>
      </w:pPr>
    </w:lvl>
    <w:lvl w:ilvl="4" w:tplc="FFFFFFFF" w:tentative="1">
      <w:start w:val="1"/>
      <w:numFmt w:val="lowerLetter"/>
      <w:lvlText w:val="%5."/>
      <w:lvlJc w:val="left"/>
      <w:pPr>
        <w:ind w:left="4263" w:hanging="360"/>
      </w:pPr>
    </w:lvl>
    <w:lvl w:ilvl="5" w:tplc="FFFFFFFF" w:tentative="1">
      <w:start w:val="1"/>
      <w:numFmt w:val="lowerRoman"/>
      <w:lvlText w:val="%6."/>
      <w:lvlJc w:val="right"/>
      <w:pPr>
        <w:ind w:left="4983" w:hanging="180"/>
      </w:pPr>
    </w:lvl>
    <w:lvl w:ilvl="6" w:tplc="FFFFFFFF" w:tentative="1">
      <w:start w:val="1"/>
      <w:numFmt w:val="decimal"/>
      <w:lvlText w:val="%7."/>
      <w:lvlJc w:val="left"/>
      <w:pPr>
        <w:ind w:left="5703" w:hanging="360"/>
      </w:pPr>
    </w:lvl>
    <w:lvl w:ilvl="7" w:tplc="FFFFFFFF" w:tentative="1">
      <w:start w:val="1"/>
      <w:numFmt w:val="lowerLetter"/>
      <w:lvlText w:val="%8."/>
      <w:lvlJc w:val="left"/>
      <w:pPr>
        <w:ind w:left="6423" w:hanging="360"/>
      </w:pPr>
    </w:lvl>
    <w:lvl w:ilvl="8" w:tplc="FFFFFFFF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86" w15:restartNumberingAfterBreak="0">
    <w:nsid w:val="442F14B4"/>
    <w:multiLevelType w:val="hybridMultilevel"/>
    <w:tmpl w:val="0B1C9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34090013">
      <w:start w:val="1"/>
      <w:numFmt w:val="upp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8" w15:restartNumberingAfterBreak="0">
    <w:nsid w:val="453D714F"/>
    <w:multiLevelType w:val="multilevel"/>
    <w:tmpl w:val="566830E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189" w15:restartNumberingAfterBreak="0">
    <w:nsid w:val="456A38F0"/>
    <w:multiLevelType w:val="hybridMultilevel"/>
    <w:tmpl w:val="9C948AE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5B86784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1" w15:restartNumberingAfterBreak="0">
    <w:nsid w:val="45D363FC"/>
    <w:multiLevelType w:val="hybridMultilevel"/>
    <w:tmpl w:val="C1FC5D5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6307023"/>
    <w:multiLevelType w:val="hybridMultilevel"/>
    <w:tmpl w:val="D7686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1" w:hanging="360"/>
      </w:pPr>
    </w:lvl>
    <w:lvl w:ilvl="2" w:tplc="FFFFFFFF" w:tentative="1">
      <w:start w:val="1"/>
      <w:numFmt w:val="lowerRoman"/>
      <w:lvlText w:val="%3."/>
      <w:lvlJc w:val="right"/>
      <w:pPr>
        <w:ind w:left="2211" w:hanging="180"/>
      </w:pPr>
    </w:lvl>
    <w:lvl w:ilvl="3" w:tplc="FFFFFFFF" w:tentative="1">
      <w:start w:val="1"/>
      <w:numFmt w:val="decimal"/>
      <w:lvlText w:val="%4."/>
      <w:lvlJc w:val="left"/>
      <w:pPr>
        <w:ind w:left="2931" w:hanging="360"/>
      </w:pPr>
    </w:lvl>
    <w:lvl w:ilvl="4" w:tplc="FFFFFFFF" w:tentative="1">
      <w:start w:val="1"/>
      <w:numFmt w:val="lowerLetter"/>
      <w:lvlText w:val="%5."/>
      <w:lvlJc w:val="left"/>
      <w:pPr>
        <w:ind w:left="3651" w:hanging="360"/>
      </w:pPr>
    </w:lvl>
    <w:lvl w:ilvl="5" w:tplc="FFFFFFFF" w:tentative="1">
      <w:start w:val="1"/>
      <w:numFmt w:val="lowerRoman"/>
      <w:lvlText w:val="%6."/>
      <w:lvlJc w:val="right"/>
      <w:pPr>
        <w:ind w:left="4371" w:hanging="180"/>
      </w:pPr>
    </w:lvl>
    <w:lvl w:ilvl="6" w:tplc="FFFFFFFF" w:tentative="1">
      <w:start w:val="1"/>
      <w:numFmt w:val="decimal"/>
      <w:lvlText w:val="%7."/>
      <w:lvlJc w:val="left"/>
      <w:pPr>
        <w:ind w:left="5091" w:hanging="360"/>
      </w:pPr>
    </w:lvl>
    <w:lvl w:ilvl="7" w:tplc="FFFFFFFF" w:tentative="1">
      <w:start w:val="1"/>
      <w:numFmt w:val="lowerLetter"/>
      <w:lvlText w:val="%8."/>
      <w:lvlJc w:val="left"/>
      <w:pPr>
        <w:ind w:left="5811" w:hanging="360"/>
      </w:pPr>
    </w:lvl>
    <w:lvl w:ilvl="8" w:tplc="FFFFFFFF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93" w15:restartNumberingAfterBreak="0">
    <w:nsid w:val="46556548"/>
    <w:multiLevelType w:val="multilevel"/>
    <w:tmpl w:val="9856C7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65A3D32"/>
    <w:multiLevelType w:val="multilevel"/>
    <w:tmpl w:val="4A76E7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66965F2"/>
    <w:multiLevelType w:val="hybridMultilevel"/>
    <w:tmpl w:val="935C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68228D3"/>
    <w:multiLevelType w:val="hybridMultilevel"/>
    <w:tmpl w:val="A6E64A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8" w15:restartNumberingAfterBreak="0">
    <w:nsid w:val="46AB4873"/>
    <w:multiLevelType w:val="multilevel"/>
    <w:tmpl w:val="9CF6F63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9" w15:restartNumberingAfterBreak="0">
    <w:nsid w:val="4798663B"/>
    <w:multiLevelType w:val="multilevel"/>
    <w:tmpl w:val="486E08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7BF36A9"/>
    <w:multiLevelType w:val="hybridMultilevel"/>
    <w:tmpl w:val="E946D7C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2" w15:restartNumberingAfterBreak="0">
    <w:nsid w:val="48106433"/>
    <w:multiLevelType w:val="multilevel"/>
    <w:tmpl w:val="90520A1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3" w15:restartNumberingAfterBreak="0">
    <w:nsid w:val="481D5281"/>
    <w:multiLevelType w:val="hybridMultilevel"/>
    <w:tmpl w:val="0A885526"/>
    <w:lvl w:ilvl="0" w:tplc="C65089B4">
      <w:start w:val="1"/>
      <w:numFmt w:val="decimal"/>
      <w:pStyle w:val="Newnormal"/>
      <w:lvlText w:val="%1."/>
      <w:lvlJc w:val="left"/>
      <w:pPr>
        <w:ind w:left="1080" w:hanging="360"/>
      </w:pPr>
      <w:rPr>
        <w:rFonts w:hint="default"/>
        <w:color w:val="A3D8FF" w:themeColor="text1" w:themeTint="4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 w15:restartNumberingAfterBreak="0">
    <w:nsid w:val="485F1E9B"/>
    <w:multiLevelType w:val="multilevel"/>
    <w:tmpl w:val="1A1036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886012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06" w15:restartNumberingAfterBreak="0">
    <w:nsid w:val="48F645AE"/>
    <w:multiLevelType w:val="hybridMultilevel"/>
    <w:tmpl w:val="FC981D1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90A39AF"/>
    <w:multiLevelType w:val="multilevel"/>
    <w:tmpl w:val="4620C53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94E6F35"/>
    <w:multiLevelType w:val="multilevel"/>
    <w:tmpl w:val="D5688FA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09" w15:restartNumberingAfterBreak="0">
    <w:nsid w:val="4A265F3A"/>
    <w:multiLevelType w:val="hybridMultilevel"/>
    <w:tmpl w:val="C0400CF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A3D5B26"/>
    <w:multiLevelType w:val="multilevel"/>
    <w:tmpl w:val="7D4EA3EA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11" w15:restartNumberingAfterBreak="0">
    <w:nsid w:val="4A571D0C"/>
    <w:multiLevelType w:val="multilevel"/>
    <w:tmpl w:val="F5A686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A765E0B"/>
    <w:multiLevelType w:val="hybridMultilevel"/>
    <w:tmpl w:val="0CD6C9F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AA3261D"/>
    <w:multiLevelType w:val="multilevel"/>
    <w:tmpl w:val="04CC70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B12232C"/>
    <w:multiLevelType w:val="multilevel"/>
    <w:tmpl w:val="74AEBA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B1C3329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16" w15:restartNumberingAfterBreak="0">
    <w:nsid w:val="4B397FA0"/>
    <w:multiLevelType w:val="multilevel"/>
    <w:tmpl w:val="24A060D2"/>
    <w:styleLink w:val="CurrentList1"/>
    <w:lvl w:ilvl="0">
      <w:start w:val="1"/>
      <w:numFmt w:val="decimal"/>
      <w:lvlText w:val="%1."/>
      <w:lvlJc w:val="left"/>
      <w:pPr>
        <w:ind w:left="902" w:hanging="573"/>
      </w:pPr>
      <w:rPr>
        <w:rFonts w:ascii="Oswald" w:eastAsia="Oswald" w:hAnsi="Oswald" w:cs="Oswald" w:hint="default"/>
        <w:b w:val="0"/>
        <w:bCs w:val="0"/>
        <w:i w:val="0"/>
        <w:iCs w:val="0"/>
        <w:color w:val="00548E"/>
        <w:spacing w:val="0"/>
        <w:w w:val="91"/>
        <w:sz w:val="68"/>
        <w:szCs w:val="6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ascii="Aptos SemiBold" w:eastAsia="Aptos SemiBold" w:hAnsi="Aptos SemiBold" w:cs="Aptos SemiBold" w:hint="default"/>
        <w:b/>
        <w:bCs/>
        <w:i w:val="0"/>
        <w:iCs w:val="0"/>
        <w:color w:val="45BFF2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149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3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07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97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86" w:hanging="720"/>
      </w:pPr>
      <w:rPr>
        <w:rFonts w:hint="default"/>
        <w:lang w:val="en-US" w:eastAsia="en-US" w:bidi="ar-SA"/>
      </w:rPr>
    </w:lvl>
  </w:abstractNum>
  <w:abstractNum w:abstractNumId="217" w15:restartNumberingAfterBreak="0">
    <w:nsid w:val="4B8858A2"/>
    <w:multiLevelType w:val="multilevel"/>
    <w:tmpl w:val="2648EBC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BC2237A"/>
    <w:multiLevelType w:val="multilevel"/>
    <w:tmpl w:val="D3D89E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9" w15:restartNumberingAfterBreak="0">
    <w:nsid w:val="4C8A7CCA"/>
    <w:multiLevelType w:val="hybridMultilevel"/>
    <w:tmpl w:val="A43C4202"/>
    <w:lvl w:ilvl="0" w:tplc="5144F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CA17192"/>
    <w:multiLevelType w:val="multilevel"/>
    <w:tmpl w:val="2446DB7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CBD294B"/>
    <w:multiLevelType w:val="hybridMultilevel"/>
    <w:tmpl w:val="D36C5E3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4D3E0EA0"/>
    <w:multiLevelType w:val="hybridMultilevel"/>
    <w:tmpl w:val="716008AC"/>
    <w:lvl w:ilvl="0" w:tplc="0414001B">
      <w:start w:val="1"/>
      <w:numFmt w:val="lowerRoman"/>
      <w:lvlText w:val="%1."/>
      <w:lvlJc w:val="right"/>
      <w:pPr>
        <w:ind w:left="1588" w:hanging="360"/>
      </w:pPr>
    </w:lvl>
    <w:lvl w:ilvl="1" w:tplc="08090019" w:tentative="1">
      <w:start w:val="1"/>
      <w:numFmt w:val="lowerLetter"/>
      <w:lvlText w:val="%2."/>
      <w:lvlJc w:val="left"/>
      <w:pPr>
        <w:ind w:left="2308" w:hanging="360"/>
      </w:pPr>
    </w:lvl>
    <w:lvl w:ilvl="2" w:tplc="0809001B" w:tentative="1">
      <w:start w:val="1"/>
      <w:numFmt w:val="lowerRoman"/>
      <w:lvlText w:val="%3."/>
      <w:lvlJc w:val="right"/>
      <w:pPr>
        <w:ind w:left="3028" w:hanging="180"/>
      </w:pPr>
    </w:lvl>
    <w:lvl w:ilvl="3" w:tplc="0809000F" w:tentative="1">
      <w:start w:val="1"/>
      <w:numFmt w:val="decimal"/>
      <w:lvlText w:val="%4."/>
      <w:lvlJc w:val="left"/>
      <w:pPr>
        <w:ind w:left="3748" w:hanging="360"/>
      </w:pPr>
    </w:lvl>
    <w:lvl w:ilvl="4" w:tplc="08090019" w:tentative="1">
      <w:start w:val="1"/>
      <w:numFmt w:val="lowerLetter"/>
      <w:lvlText w:val="%5."/>
      <w:lvlJc w:val="left"/>
      <w:pPr>
        <w:ind w:left="4468" w:hanging="360"/>
      </w:pPr>
    </w:lvl>
    <w:lvl w:ilvl="5" w:tplc="0809001B" w:tentative="1">
      <w:start w:val="1"/>
      <w:numFmt w:val="lowerRoman"/>
      <w:lvlText w:val="%6."/>
      <w:lvlJc w:val="right"/>
      <w:pPr>
        <w:ind w:left="5188" w:hanging="180"/>
      </w:pPr>
    </w:lvl>
    <w:lvl w:ilvl="6" w:tplc="0809000F" w:tentative="1">
      <w:start w:val="1"/>
      <w:numFmt w:val="decimal"/>
      <w:lvlText w:val="%7."/>
      <w:lvlJc w:val="left"/>
      <w:pPr>
        <w:ind w:left="5908" w:hanging="360"/>
      </w:pPr>
    </w:lvl>
    <w:lvl w:ilvl="7" w:tplc="08090019" w:tentative="1">
      <w:start w:val="1"/>
      <w:numFmt w:val="lowerLetter"/>
      <w:lvlText w:val="%8."/>
      <w:lvlJc w:val="left"/>
      <w:pPr>
        <w:ind w:left="6628" w:hanging="360"/>
      </w:pPr>
    </w:lvl>
    <w:lvl w:ilvl="8" w:tplc="08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223" w15:restartNumberingAfterBreak="0">
    <w:nsid w:val="4D6319EA"/>
    <w:multiLevelType w:val="hybridMultilevel"/>
    <w:tmpl w:val="7DFEFB4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4E585AC8"/>
    <w:multiLevelType w:val="hybridMultilevel"/>
    <w:tmpl w:val="F0D48464"/>
    <w:lvl w:ilvl="0" w:tplc="04140019">
      <w:start w:val="1"/>
      <w:numFmt w:val="lowerLetter"/>
      <w:lvlText w:val="%1."/>
      <w:lvlJc w:val="left"/>
      <w:pPr>
        <w:ind w:left="802" w:hanging="360"/>
      </w:pPr>
    </w:lvl>
    <w:lvl w:ilvl="1" w:tplc="08090019">
      <w:start w:val="1"/>
      <w:numFmt w:val="lowerLetter"/>
      <w:lvlText w:val="%2."/>
      <w:lvlJc w:val="left"/>
      <w:pPr>
        <w:ind w:left="1522" w:hanging="360"/>
      </w:pPr>
    </w:lvl>
    <w:lvl w:ilvl="2" w:tplc="0809001B" w:tentative="1">
      <w:start w:val="1"/>
      <w:numFmt w:val="lowerRoman"/>
      <w:lvlText w:val="%3."/>
      <w:lvlJc w:val="right"/>
      <w:pPr>
        <w:ind w:left="2242" w:hanging="180"/>
      </w:pPr>
    </w:lvl>
    <w:lvl w:ilvl="3" w:tplc="0809000F" w:tentative="1">
      <w:start w:val="1"/>
      <w:numFmt w:val="decimal"/>
      <w:lvlText w:val="%4."/>
      <w:lvlJc w:val="left"/>
      <w:pPr>
        <w:ind w:left="2962" w:hanging="360"/>
      </w:pPr>
    </w:lvl>
    <w:lvl w:ilvl="4" w:tplc="08090019" w:tentative="1">
      <w:start w:val="1"/>
      <w:numFmt w:val="lowerLetter"/>
      <w:lvlText w:val="%5."/>
      <w:lvlJc w:val="left"/>
      <w:pPr>
        <w:ind w:left="3682" w:hanging="360"/>
      </w:pPr>
    </w:lvl>
    <w:lvl w:ilvl="5" w:tplc="0809001B" w:tentative="1">
      <w:start w:val="1"/>
      <w:numFmt w:val="lowerRoman"/>
      <w:lvlText w:val="%6."/>
      <w:lvlJc w:val="right"/>
      <w:pPr>
        <w:ind w:left="4402" w:hanging="180"/>
      </w:pPr>
    </w:lvl>
    <w:lvl w:ilvl="6" w:tplc="0809000F" w:tentative="1">
      <w:start w:val="1"/>
      <w:numFmt w:val="decimal"/>
      <w:lvlText w:val="%7."/>
      <w:lvlJc w:val="left"/>
      <w:pPr>
        <w:ind w:left="5122" w:hanging="360"/>
      </w:pPr>
    </w:lvl>
    <w:lvl w:ilvl="7" w:tplc="08090019" w:tentative="1">
      <w:start w:val="1"/>
      <w:numFmt w:val="lowerLetter"/>
      <w:lvlText w:val="%8."/>
      <w:lvlJc w:val="left"/>
      <w:pPr>
        <w:ind w:left="5842" w:hanging="360"/>
      </w:pPr>
    </w:lvl>
    <w:lvl w:ilvl="8" w:tplc="080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25" w15:restartNumberingAfterBreak="0">
    <w:nsid w:val="4ED20DDA"/>
    <w:multiLevelType w:val="hybridMultilevel"/>
    <w:tmpl w:val="89561A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4F566CCD"/>
    <w:multiLevelType w:val="hybridMultilevel"/>
    <w:tmpl w:val="88743DE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4FCD41E2"/>
    <w:multiLevelType w:val="hybridMultilevel"/>
    <w:tmpl w:val="82F452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0022C78"/>
    <w:multiLevelType w:val="hybridMultilevel"/>
    <w:tmpl w:val="438CB67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29" w15:restartNumberingAfterBreak="0">
    <w:nsid w:val="50190D8A"/>
    <w:multiLevelType w:val="multilevel"/>
    <w:tmpl w:val="884A02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0504C37"/>
    <w:multiLevelType w:val="multilevel"/>
    <w:tmpl w:val="E9866C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1154890"/>
    <w:multiLevelType w:val="hybridMultilevel"/>
    <w:tmpl w:val="CD6678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12A70DA"/>
    <w:multiLevelType w:val="hybridMultilevel"/>
    <w:tmpl w:val="7416E8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1707518"/>
    <w:multiLevelType w:val="multilevel"/>
    <w:tmpl w:val="4BD47A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17B21AC"/>
    <w:multiLevelType w:val="hybridMultilevel"/>
    <w:tmpl w:val="B30C5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6" w15:restartNumberingAfterBreak="0">
    <w:nsid w:val="51D174AC"/>
    <w:multiLevelType w:val="multilevel"/>
    <w:tmpl w:val="FC62E8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2152E78"/>
    <w:multiLevelType w:val="multilevel"/>
    <w:tmpl w:val="518A77D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38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3E24D48"/>
    <w:multiLevelType w:val="multilevel"/>
    <w:tmpl w:val="A6C2E8C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4A92BB4"/>
    <w:multiLevelType w:val="multilevel"/>
    <w:tmpl w:val="1EB6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4DF2CD6"/>
    <w:multiLevelType w:val="multilevel"/>
    <w:tmpl w:val="8EDE7B9C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42" w15:restartNumberingAfterBreak="0">
    <w:nsid w:val="5555538A"/>
    <w:multiLevelType w:val="hybridMultilevel"/>
    <w:tmpl w:val="2A78C7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56D70C6"/>
    <w:multiLevelType w:val="hybridMultilevel"/>
    <w:tmpl w:val="6F207D5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5A14D7E"/>
    <w:multiLevelType w:val="hybridMultilevel"/>
    <w:tmpl w:val="29F4E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7151636"/>
    <w:multiLevelType w:val="hybridMultilevel"/>
    <w:tmpl w:val="8A4E40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72E5A2D"/>
    <w:multiLevelType w:val="hybridMultilevel"/>
    <w:tmpl w:val="6FD0F4F6"/>
    <w:lvl w:ilvl="0" w:tplc="0414001B">
      <w:start w:val="1"/>
      <w:numFmt w:val="lowerRoman"/>
      <w:lvlText w:val="%1."/>
      <w:lvlJc w:val="right"/>
      <w:pPr>
        <w:ind w:left="1113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47" w15:restartNumberingAfterBreak="0">
    <w:nsid w:val="5799543D"/>
    <w:multiLevelType w:val="hybridMultilevel"/>
    <w:tmpl w:val="15AA7F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7E0663A"/>
    <w:multiLevelType w:val="hybridMultilevel"/>
    <w:tmpl w:val="4E5E0504"/>
    <w:lvl w:ilvl="0" w:tplc="0414001B">
      <w:start w:val="1"/>
      <w:numFmt w:val="lowerRoman"/>
      <w:lvlText w:val="%1."/>
      <w:lvlJc w:val="right"/>
      <w:pPr>
        <w:ind w:left="1114" w:hanging="360"/>
      </w:pPr>
    </w:lvl>
    <w:lvl w:ilvl="1" w:tplc="FFFFFFFF" w:tentative="1">
      <w:start w:val="1"/>
      <w:numFmt w:val="lowerLetter"/>
      <w:lvlText w:val="%2."/>
      <w:lvlJc w:val="left"/>
      <w:pPr>
        <w:ind w:left="1834" w:hanging="360"/>
      </w:pPr>
    </w:lvl>
    <w:lvl w:ilvl="2" w:tplc="FFFFFFFF" w:tentative="1">
      <w:start w:val="1"/>
      <w:numFmt w:val="lowerRoman"/>
      <w:lvlText w:val="%3."/>
      <w:lvlJc w:val="right"/>
      <w:pPr>
        <w:ind w:left="2554" w:hanging="180"/>
      </w:pPr>
    </w:lvl>
    <w:lvl w:ilvl="3" w:tplc="FFFFFFFF" w:tentative="1">
      <w:start w:val="1"/>
      <w:numFmt w:val="decimal"/>
      <w:lvlText w:val="%4."/>
      <w:lvlJc w:val="left"/>
      <w:pPr>
        <w:ind w:left="3274" w:hanging="360"/>
      </w:pPr>
    </w:lvl>
    <w:lvl w:ilvl="4" w:tplc="FFFFFFFF" w:tentative="1">
      <w:start w:val="1"/>
      <w:numFmt w:val="lowerLetter"/>
      <w:lvlText w:val="%5."/>
      <w:lvlJc w:val="left"/>
      <w:pPr>
        <w:ind w:left="3994" w:hanging="360"/>
      </w:pPr>
    </w:lvl>
    <w:lvl w:ilvl="5" w:tplc="FFFFFFFF" w:tentative="1">
      <w:start w:val="1"/>
      <w:numFmt w:val="lowerRoman"/>
      <w:lvlText w:val="%6."/>
      <w:lvlJc w:val="right"/>
      <w:pPr>
        <w:ind w:left="4714" w:hanging="180"/>
      </w:pPr>
    </w:lvl>
    <w:lvl w:ilvl="6" w:tplc="FFFFFFFF" w:tentative="1">
      <w:start w:val="1"/>
      <w:numFmt w:val="decimal"/>
      <w:lvlText w:val="%7."/>
      <w:lvlJc w:val="left"/>
      <w:pPr>
        <w:ind w:left="5434" w:hanging="360"/>
      </w:pPr>
    </w:lvl>
    <w:lvl w:ilvl="7" w:tplc="FFFFFFFF" w:tentative="1">
      <w:start w:val="1"/>
      <w:numFmt w:val="lowerLetter"/>
      <w:lvlText w:val="%8."/>
      <w:lvlJc w:val="left"/>
      <w:pPr>
        <w:ind w:left="6154" w:hanging="360"/>
      </w:pPr>
    </w:lvl>
    <w:lvl w:ilvl="8" w:tplc="FFFFFFFF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49" w15:restartNumberingAfterBreak="0">
    <w:nsid w:val="580574D2"/>
    <w:multiLevelType w:val="multilevel"/>
    <w:tmpl w:val="FFDAFC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80B6FB2"/>
    <w:multiLevelType w:val="multilevel"/>
    <w:tmpl w:val="927C044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8451623"/>
    <w:multiLevelType w:val="hybridMultilevel"/>
    <w:tmpl w:val="4512102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8C7188F"/>
    <w:multiLevelType w:val="multilevel"/>
    <w:tmpl w:val="8168EB6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9485729"/>
    <w:multiLevelType w:val="multilevel"/>
    <w:tmpl w:val="D1CE43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4" w15:restartNumberingAfterBreak="0">
    <w:nsid w:val="59AD7EA4"/>
    <w:multiLevelType w:val="hybridMultilevel"/>
    <w:tmpl w:val="C590CC1A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A3F5A87"/>
    <w:multiLevelType w:val="multilevel"/>
    <w:tmpl w:val="8CD2F9E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A72027E"/>
    <w:multiLevelType w:val="multilevel"/>
    <w:tmpl w:val="13EE1092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257" w15:restartNumberingAfterBreak="0">
    <w:nsid w:val="5AFC2DE7"/>
    <w:multiLevelType w:val="hybridMultilevel"/>
    <w:tmpl w:val="67D0265A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258" w15:restartNumberingAfterBreak="0">
    <w:nsid w:val="5BF16F21"/>
    <w:multiLevelType w:val="hybridMultilevel"/>
    <w:tmpl w:val="2ADE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C6E2459"/>
    <w:multiLevelType w:val="hybridMultilevel"/>
    <w:tmpl w:val="55D6570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C741B22"/>
    <w:multiLevelType w:val="multilevel"/>
    <w:tmpl w:val="40CC1DC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1" w15:restartNumberingAfterBreak="0">
    <w:nsid w:val="5CD47009"/>
    <w:multiLevelType w:val="hybridMultilevel"/>
    <w:tmpl w:val="A93CED4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DD050B8"/>
    <w:multiLevelType w:val="multilevel"/>
    <w:tmpl w:val="3FDC70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5F325281"/>
    <w:multiLevelType w:val="multilevel"/>
    <w:tmpl w:val="B4DC0CB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5" w15:restartNumberingAfterBreak="0">
    <w:nsid w:val="5FA33F4E"/>
    <w:multiLevelType w:val="multilevel"/>
    <w:tmpl w:val="14C8997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6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7" w15:restartNumberingAfterBreak="0">
    <w:nsid w:val="60270090"/>
    <w:multiLevelType w:val="hybridMultilevel"/>
    <w:tmpl w:val="79484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0A3072F"/>
    <w:multiLevelType w:val="multilevel"/>
    <w:tmpl w:val="05B2E21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9" w15:restartNumberingAfterBreak="0">
    <w:nsid w:val="60E201FE"/>
    <w:multiLevelType w:val="hybridMultilevel"/>
    <w:tmpl w:val="E8F209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0F27B07"/>
    <w:multiLevelType w:val="hybridMultilevel"/>
    <w:tmpl w:val="AB4E3A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71" w15:restartNumberingAfterBreak="0">
    <w:nsid w:val="61012427"/>
    <w:multiLevelType w:val="hybridMultilevel"/>
    <w:tmpl w:val="14788C6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1496C9D"/>
    <w:multiLevelType w:val="multilevel"/>
    <w:tmpl w:val="2182DF7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3" w15:restartNumberingAfterBreak="0">
    <w:nsid w:val="61803C24"/>
    <w:multiLevelType w:val="hybridMultilevel"/>
    <w:tmpl w:val="34121710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FFFFFFFF" w:tentative="1">
      <w:start w:val="1"/>
      <w:numFmt w:val="lowerLetter"/>
      <w:lvlText w:val="%2."/>
      <w:lvlJc w:val="left"/>
      <w:pPr>
        <w:ind w:left="1833" w:hanging="360"/>
      </w:pPr>
    </w:lvl>
    <w:lvl w:ilvl="2" w:tplc="FFFFFFFF" w:tentative="1">
      <w:start w:val="1"/>
      <w:numFmt w:val="lowerRoman"/>
      <w:lvlText w:val="%3."/>
      <w:lvlJc w:val="right"/>
      <w:pPr>
        <w:ind w:left="2553" w:hanging="180"/>
      </w:p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74" w15:restartNumberingAfterBreak="0">
    <w:nsid w:val="61E846D9"/>
    <w:multiLevelType w:val="multilevel"/>
    <w:tmpl w:val="C7CC69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2191B89"/>
    <w:multiLevelType w:val="multilevel"/>
    <w:tmpl w:val="AC305E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2260F60"/>
    <w:multiLevelType w:val="hybridMultilevel"/>
    <w:tmpl w:val="331291A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24F4E3C"/>
    <w:multiLevelType w:val="multilevel"/>
    <w:tmpl w:val="D8B8B8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8" w15:restartNumberingAfterBreak="0">
    <w:nsid w:val="629D6774"/>
    <w:multiLevelType w:val="hybridMultilevel"/>
    <w:tmpl w:val="FEB290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9" w15:restartNumberingAfterBreak="0">
    <w:nsid w:val="62A0637D"/>
    <w:multiLevelType w:val="hybridMultilevel"/>
    <w:tmpl w:val="DBDAE334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2E532C8"/>
    <w:multiLevelType w:val="multilevel"/>
    <w:tmpl w:val="F8B85B4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48519D5"/>
    <w:multiLevelType w:val="hybridMultilevel"/>
    <w:tmpl w:val="3690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4C94ADD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284" w15:restartNumberingAfterBreak="0">
    <w:nsid w:val="64FB3A63"/>
    <w:multiLevelType w:val="hybridMultilevel"/>
    <w:tmpl w:val="6C94C9C6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5024CCD"/>
    <w:multiLevelType w:val="hybridMultilevel"/>
    <w:tmpl w:val="B7D4EA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56066B3"/>
    <w:multiLevelType w:val="multilevel"/>
    <w:tmpl w:val="AB3A50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5872901"/>
    <w:multiLevelType w:val="hybridMultilevel"/>
    <w:tmpl w:val="A25C2BDE"/>
    <w:lvl w:ilvl="0" w:tplc="4B9E6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5C05475"/>
    <w:multiLevelType w:val="hybridMultilevel"/>
    <w:tmpl w:val="6A18BC1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61B6664"/>
    <w:multiLevelType w:val="multilevel"/>
    <w:tmpl w:val="FF1EDE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63B2CA1"/>
    <w:multiLevelType w:val="hybridMultilevel"/>
    <w:tmpl w:val="E61696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6BC0B57"/>
    <w:multiLevelType w:val="multilevel"/>
    <w:tmpl w:val="5A24816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2" w15:restartNumberingAfterBreak="0">
    <w:nsid w:val="672A120A"/>
    <w:multiLevelType w:val="hybridMultilevel"/>
    <w:tmpl w:val="49D01176"/>
    <w:lvl w:ilvl="0" w:tplc="FFFFFFFF">
      <w:start w:val="1"/>
      <w:numFmt w:val="decimal"/>
      <w:lvlText w:val="%1."/>
      <w:lvlJc w:val="left"/>
      <w:pPr>
        <w:ind w:left="1113" w:hanging="360"/>
      </w:pPr>
    </w:lvl>
    <w:lvl w:ilvl="1" w:tplc="FFFFFFFF">
      <w:start w:val="1"/>
      <w:numFmt w:val="lowerLetter"/>
      <w:lvlText w:val="%2."/>
      <w:lvlJc w:val="left"/>
      <w:pPr>
        <w:ind w:left="1833" w:hanging="360"/>
      </w:pPr>
    </w:lvl>
    <w:lvl w:ilvl="2" w:tplc="00000000">
      <w:start w:val="1"/>
      <w:numFmt w:val="lowerRoman"/>
      <w:lvlText w:val="%3."/>
      <w:lvlJc w:val="right"/>
      <w:pPr>
        <w:ind w:left="2733" w:hanging="360"/>
      </w:pPr>
    </w:lvl>
    <w:lvl w:ilvl="3" w:tplc="FFFFFFFF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93" w15:restartNumberingAfterBreak="0">
    <w:nsid w:val="676316CE"/>
    <w:multiLevelType w:val="multilevel"/>
    <w:tmpl w:val="8834A3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79875C4"/>
    <w:multiLevelType w:val="hybridMultilevel"/>
    <w:tmpl w:val="ABF0C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7E46B6A"/>
    <w:multiLevelType w:val="multilevel"/>
    <w:tmpl w:val="EE860A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688D2A32"/>
    <w:multiLevelType w:val="hybridMultilevel"/>
    <w:tmpl w:val="0582A868"/>
    <w:lvl w:ilvl="0" w:tplc="0409001B">
      <w:start w:val="1"/>
      <w:numFmt w:val="lowerRoman"/>
      <w:lvlText w:val="%1."/>
      <w:lvlJc w:val="right"/>
      <w:pPr>
        <w:ind w:left="1115" w:hanging="360"/>
      </w:pPr>
    </w:lvl>
    <w:lvl w:ilvl="1" w:tplc="04090019" w:tentative="1">
      <w:start w:val="1"/>
      <w:numFmt w:val="lowerLetter"/>
      <w:lvlText w:val="%2."/>
      <w:lvlJc w:val="left"/>
      <w:pPr>
        <w:ind w:left="1835" w:hanging="360"/>
      </w:pPr>
    </w:lvl>
    <w:lvl w:ilvl="2" w:tplc="0409001B" w:tentative="1">
      <w:start w:val="1"/>
      <w:numFmt w:val="lowerRoman"/>
      <w:lvlText w:val="%3."/>
      <w:lvlJc w:val="right"/>
      <w:pPr>
        <w:ind w:left="2555" w:hanging="180"/>
      </w:pPr>
    </w:lvl>
    <w:lvl w:ilvl="3" w:tplc="0409000F" w:tentative="1">
      <w:start w:val="1"/>
      <w:numFmt w:val="decimal"/>
      <w:lvlText w:val="%4."/>
      <w:lvlJc w:val="left"/>
      <w:pPr>
        <w:ind w:left="3275" w:hanging="360"/>
      </w:pPr>
    </w:lvl>
    <w:lvl w:ilvl="4" w:tplc="04090019" w:tentative="1">
      <w:start w:val="1"/>
      <w:numFmt w:val="lowerLetter"/>
      <w:lvlText w:val="%5."/>
      <w:lvlJc w:val="left"/>
      <w:pPr>
        <w:ind w:left="3995" w:hanging="360"/>
      </w:pPr>
    </w:lvl>
    <w:lvl w:ilvl="5" w:tplc="0409001B" w:tentative="1">
      <w:start w:val="1"/>
      <w:numFmt w:val="lowerRoman"/>
      <w:lvlText w:val="%6."/>
      <w:lvlJc w:val="right"/>
      <w:pPr>
        <w:ind w:left="4715" w:hanging="180"/>
      </w:pPr>
    </w:lvl>
    <w:lvl w:ilvl="6" w:tplc="0409000F" w:tentative="1">
      <w:start w:val="1"/>
      <w:numFmt w:val="decimal"/>
      <w:lvlText w:val="%7."/>
      <w:lvlJc w:val="left"/>
      <w:pPr>
        <w:ind w:left="5435" w:hanging="360"/>
      </w:pPr>
    </w:lvl>
    <w:lvl w:ilvl="7" w:tplc="04090019" w:tentative="1">
      <w:start w:val="1"/>
      <w:numFmt w:val="lowerLetter"/>
      <w:lvlText w:val="%8."/>
      <w:lvlJc w:val="left"/>
      <w:pPr>
        <w:ind w:left="6155" w:hanging="360"/>
      </w:pPr>
    </w:lvl>
    <w:lvl w:ilvl="8" w:tplc="040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298" w15:restartNumberingAfterBreak="0">
    <w:nsid w:val="688D3B98"/>
    <w:multiLevelType w:val="hybridMultilevel"/>
    <w:tmpl w:val="9F5E685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689E3EF1"/>
    <w:multiLevelType w:val="multilevel"/>
    <w:tmpl w:val="435C8C8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93E48E3"/>
    <w:multiLevelType w:val="hybridMultilevel"/>
    <w:tmpl w:val="437C6D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94845EF"/>
    <w:multiLevelType w:val="hybridMultilevel"/>
    <w:tmpl w:val="C1C892A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98B544E"/>
    <w:multiLevelType w:val="hybridMultilevel"/>
    <w:tmpl w:val="13E0F420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9E66BEE"/>
    <w:multiLevelType w:val="hybridMultilevel"/>
    <w:tmpl w:val="8A4624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6A9A51CF"/>
    <w:multiLevelType w:val="hybridMultilevel"/>
    <w:tmpl w:val="223250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1111" w:hanging="360"/>
      </w:pPr>
    </w:lvl>
    <w:lvl w:ilvl="3" w:tplc="FFFFFFFF">
      <w:start w:val="1"/>
      <w:numFmt w:val="upperRoman"/>
      <w:lvlText w:val="%4."/>
      <w:lvlJc w:val="righ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C16653F"/>
    <w:multiLevelType w:val="hybridMultilevel"/>
    <w:tmpl w:val="DE004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6C3A4BD4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7" w15:restartNumberingAfterBreak="0">
    <w:nsid w:val="6C747300"/>
    <w:multiLevelType w:val="hybridMultilevel"/>
    <w:tmpl w:val="4A700DC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C8501F1"/>
    <w:multiLevelType w:val="hybridMultilevel"/>
    <w:tmpl w:val="3A960384"/>
    <w:lvl w:ilvl="0" w:tplc="3076A95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9DD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6CFF3713"/>
    <w:multiLevelType w:val="hybridMultilevel"/>
    <w:tmpl w:val="AAB0B5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D342125"/>
    <w:multiLevelType w:val="hybridMultilevel"/>
    <w:tmpl w:val="8EE68C5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6D885B90"/>
    <w:multiLevelType w:val="hybridMultilevel"/>
    <w:tmpl w:val="E12879EA"/>
    <w:lvl w:ilvl="0" w:tplc="7AB4D6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C2F7" w:themeColor="accen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6DB74780"/>
    <w:multiLevelType w:val="multilevel"/>
    <w:tmpl w:val="7026BD3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E5C200F"/>
    <w:multiLevelType w:val="hybridMultilevel"/>
    <w:tmpl w:val="7806130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E7E30D3"/>
    <w:multiLevelType w:val="hybridMultilevel"/>
    <w:tmpl w:val="B4663490"/>
    <w:lvl w:ilvl="0" w:tplc="0414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E9B7AF2"/>
    <w:multiLevelType w:val="multilevel"/>
    <w:tmpl w:val="C346DC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6F91539E"/>
    <w:multiLevelType w:val="hybridMultilevel"/>
    <w:tmpl w:val="1554874C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FCA561C"/>
    <w:multiLevelType w:val="hybridMultilevel"/>
    <w:tmpl w:val="09C29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6FEC0B27"/>
    <w:multiLevelType w:val="hybridMultilevel"/>
    <w:tmpl w:val="1F16FA9E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04B31DB"/>
    <w:multiLevelType w:val="hybridMultilevel"/>
    <w:tmpl w:val="DBB2C3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077544F"/>
    <w:multiLevelType w:val="hybridMultilevel"/>
    <w:tmpl w:val="30C2D25C"/>
    <w:lvl w:ilvl="0" w:tplc="4754B5A0">
      <w:start w:val="1"/>
      <w:numFmt w:val="lowerLetter"/>
      <w:lvlText w:val="(%1)"/>
      <w:lvlJc w:val="left"/>
      <w:pPr>
        <w:ind w:left="11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23" w15:restartNumberingAfterBreak="0">
    <w:nsid w:val="70970E06"/>
    <w:multiLevelType w:val="multilevel"/>
    <w:tmpl w:val="A9C8E6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4" w15:restartNumberingAfterBreak="0">
    <w:nsid w:val="70D73DE1"/>
    <w:multiLevelType w:val="multilevel"/>
    <w:tmpl w:val="8E14F6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1812997"/>
    <w:multiLevelType w:val="hybridMultilevel"/>
    <w:tmpl w:val="717E6E5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19E0303"/>
    <w:multiLevelType w:val="hybridMultilevel"/>
    <w:tmpl w:val="D2BC3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2987326"/>
    <w:multiLevelType w:val="multilevel"/>
    <w:tmpl w:val="426481E8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28" w15:restartNumberingAfterBreak="0">
    <w:nsid w:val="72E50F1B"/>
    <w:multiLevelType w:val="hybridMultilevel"/>
    <w:tmpl w:val="DBE46232"/>
    <w:lvl w:ilvl="0" w:tplc="68F28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9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3A95E27"/>
    <w:multiLevelType w:val="hybridMultilevel"/>
    <w:tmpl w:val="3CD4FD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489046E"/>
    <w:multiLevelType w:val="multilevel"/>
    <w:tmpl w:val="6A98DA98"/>
    <w:styleLink w:val="CurrentList7"/>
    <w:lvl w:ilvl="0">
      <w:start w:val="1"/>
      <w:numFmt w:val="decimal"/>
      <w:lvlText w:val="%1."/>
      <w:lvlJc w:val="left"/>
      <w:pPr>
        <w:ind w:left="1050" w:hanging="710"/>
      </w:pPr>
      <w:rPr>
        <w:rFonts w:ascii="Oswald SemiBold" w:hAnsi="Oswald SemiBold" w:hint="default"/>
        <w:b w:val="0"/>
        <w:i w:val="0"/>
        <w:color w:val="00548E" w:themeColor="accent1"/>
        <w:sz w:val="68"/>
        <w:u w:color="005592" w:themeColor="text1"/>
      </w:rPr>
    </w:lvl>
    <w:lvl w:ilvl="1">
      <w:start w:val="1"/>
      <w:numFmt w:val="lowerLetter"/>
      <w:lvlText w:val="%2."/>
      <w:lvlJc w:val="left"/>
      <w:pPr>
        <w:ind w:left="1770" w:hanging="360"/>
      </w:pPr>
    </w:lvl>
    <w:lvl w:ilvl="2">
      <w:start w:val="1"/>
      <w:numFmt w:val="lowerRoman"/>
      <w:lvlText w:val="%3."/>
      <w:lvlJc w:val="right"/>
      <w:pPr>
        <w:ind w:left="2490" w:hanging="180"/>
      </w:pPr>
    </w:lvl>
    <w:lvl w:ilvl="3">
      <w:start w:val="1"/>
      <w:numFmt w:val="decimal"/>
      <w:lvlText w:val="%4."/>
      <w:lvlJc w:val="left"/>
      <w:pPr>
        <w:ind w:left="3210" w:hanging="360"/>
      </w:pPr>
    </w:lvl>
    <w:lvl w:ilvl="4">
      <w:start w:val="1"/>
      <w:numFmt w:val="lowerLetter"/>
      <w:lvlText w:val="%5."/>
      <w:lvlJc w:val="left"/>
      <w:pPr>
        <w:ind w:left="3930" w:hanging="360"/>
      </w:pPr>
    </w:lvl>
    <w:lvl w:ilvl="5">
      <w:start w:val="1"/>
      <w:numFmt w:val="lowerRoman"/>
      <w:lvlText w:val="%6."/>
      <w:lvlJc w:val="right"/>
      <w:pPr>
        <w:ind w:left="4650" w:hanging="180"/>
      </w:pPr>
    </w:lvl>
    <w:lvl w:ilvl="6">
      <w:start w:val="1"/>
      <w:numFmt w:val="decimal"/>
      <w:lvlText w:val="%7."/>
      <w:lvlJc w:val="left"/>
      <w:pPr>
        <w:ind w:left="5370" w:hanging="360"/>
      </w:pPr>
    </w:lvl>
    <w:lvl w:ilvl="7">
      <w:start w:val="1"/>
      <w:numFmt w:val="lowerLetter"/>
      <w:lvlText w:val="%8."/>
      <w:lvlJc w:val="left"/>
      <w:pPr>
        <w:ind w:left="6090" w:hanging="360"/>
      </w:pPr>
    </w:lvl>
    <w:lvl w:ilvl="8">
      <w:start w:val="1"/>
      <w:numFmt w:val="lowerRoman"/>
      <w:lvlText w:val="%9."/>
      <w:lvlJc w:val="right"/>
      <w:pPr>
        <w:ind w:left="6810" w:hanging="180"/>
      </w:pPr>
    </w:lvl>
  </w:abstractNum>
  <w:abstractNum w:abstractNumId="331" w15:restartNumberingAfterBreak="0">
    <w:nsid w:val="74DF6432"/>
    <w:multiLevelType w:val="hybridMultilevel"/>
    <w:tmpl w:val="9DD46DE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33" w15:restartNumberingAfterBreak="0">
    <w:nsid w:val="76EF1250"/>
    <w:multiLevelType w:val="hybridMultilevel"/>
    <w:tmpl w:val="81842C8E"/>
    <w:lvl w:ilvl="0" w:tplc="C16CF88C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6FB3DBF"/>
    <w:multiLevelType w:val="multilevel"/>
    <w:tmpl w:val="260CDE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773C7BB0"/>
    <w:multiLevelType w:val="hybridMultilevel"/>
    <w:tmpl w:val="5B68228A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73E62A2"/>
    <w:multiLevelType w:val="multilevel"/>
    <w:tmpl w:val="38322D46"/>
    <w:lvl w:ilvl="0">
      <w:start w:val="1"/>
      <w:numFmt w:val="lowerRoman"/>
      <w:lvlText w:val="%1."/>
      <w:lvlJc w:val="right"/>
      <w:pPr>
        <w:ind w:left="111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62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37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778C056B"/>
    <w:multiLevelType w:val="hybridMultilevel"/>
    <w:tmpl w:val="49C8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FA4" w:themeColor="text1" w:themeTint="F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7F53A51"/>
    <w:multiLevelType w:val="hybridMultilevel"/>
    <w:tmpl w:val="35C42398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8AE7DD5"/>
    <w:multiLevelType w:val="multilevel"/>
    <w:tmpl w:val="6DACD9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95C0A0B"/>
    <w:multiLevelType w:val="hybridMultilevel"/>
    <w:tmpl w:val="B04C05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9916FF1"/>
    <w:multiLevelType w:val="multilevel"/>
    <w:tmpl w:val="FCE6AC6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9947E31"/>
    <w:multiLevelType w:val="hybridMultilevel"/>
    <w:tmpl w:val="DEC01CD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79D82FD5"/>
    <w:multiLevelType w:val="multilevel"/>
    <w:tmpl w:val="ACF4AD4E"/>
    <w:lvl w:ilvl="0">
      <w:start w:val="1"/>
      <w:numFmt w:val="upperRoman"/>
      <w:lvlText w:val="%1."/>
      <w:lvlJc w:val="right"/>
      <w:pPr>
        <w:ind w:left="542" w:hanging="360"/>
      </w:pPr>
      <w:rPr>
        <w:b w:val="0"/>
      </w:rPr>
    </w:lvl>
    <w:lvl w:ilvl="1">
      <w:start w:val="1"/>
      <w:numFmt w:val="lowerRoman"/>
      <w:lvlText w:val="%2."/>
      <w:lvlJc w:val="right"/>
      <w:pPr>
        <w:ind w:left="1115" w:hanging="360"/>
      </w:pPr>
    </w:lvl>
    <w:lvl w:ilvl="2">
      <w:start w:val="1"/>
      <w:numFmt w:val="lowerRoman"/>
      <w:lvlText w:val="%3."/>
      <w:lvlJc w:val="right"/>
      <w:pPr>
        <w:ind w:left="1982" w:hanging="180"/>
      </w:pPr>
    </w:lvl>
    <w:lvl w:ilvl="3">
      <w:start w:val="1"/>
      <w:numFmt w:val="decimal"/>
      <w:lvlText w:val="%4."/>
      <w:lvlJc w:val="left"/>
      <w:pPr>
        <w:ind w:left="2702" w:hanging="360"/>
      </w:pPr>
    </w:lvl>
    <w:lvl w:ilvl="4">
      <w:start w:val="1"/>
      <w:numFmt w:val="lowerLetter"/>
      <w:lvlText w:val="%5."/>
      <w:lvlJc w:val="left"/>
      <w:pPr>
        <w:ind w:left="3422" w:hanging="360"/>
      </w:pPr>
    </w:lvl>
    <w:lvl w:ilvl="5">
      <w:start w:val="1"/>
      <w:numFmt w:val="lowerRoman"/>
      <w:lvlText w:val="%6."/>
      <w:lvlJc w:val="right"/>
      <w:pPr>
        <w:ind w:left="4142" w:hanging="180"/>
      </w:pPr>
    </w:lvl>
    <w:lvl w:ilvl="6">
      <w:start w:val="1"/>
      <w:numFmt w:val="decimal"/>
      <w:lvlText w:val="%7."/>
      <w:lvlJc w:val="left"/>
      <w:pPr>
        <w:ind w:left="4862" w:hanging="360"/>
      </w:pPr>
    </w:lvl>
    <w:lvl w:ilvl="7">
      <w:start w:val="1"/>
      <w:numFmt w:val="lowerLetter"/>
      <w:lvlText w:val="%8."/>
      <w:lvlJc w:val="left"/>
      <w:pPr>
        <w:ind w:left="5582" w:hanging="360"/>
      </w:pPr>
    </w:lvl>
    <w:lvl w:ilvl="8">
      <w:start w:val="1"/>
      <w:numFmt w:val="lowerRoman"/>
      <w:lvlText w:val="%9."/>
      <w:lvlJc w:val="right"/>
      <w:pPr>
        <w:ind w:left="6302" w:hanging="180"/>
      </w:pPr>
    </w:lvl>
  </w:abstractNum>
  <w:abstractNum w:abstractNumId="345" w15:restartNumberingAfterBreak="0">
    <w:nsid w:val="7A847C90"/>
    <w:multiLevelType w:val="multilevel"/>
    <w:tmpl w:val="98DE14A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B3165BD"/>
    <w:multiLevelType w:val="hybridMultilevel"/>
    <w:tmpl w:val="5BA2C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4001B">
      <w:start w:val="1"/>
      <w:numFmt w:val="lowerRoman"/>
      <w:lvlText w:val="%4."/>
      <w:lvlJc w:val="right"/>
      <w:pPr>
        <w:ind w:left="111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B941FE3"/>
    <w:multiLevelType w:val="hybridMultilevel"/>
    <w:tmpl w:val="4E7A004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C146D65"/>
    <w:multiLevelType w:val="multilevel"/>
    <w:tmpl w:val="3C66A9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C8F3B2A"/>
    <w:multiLevelType w:val="hybridMultilevel"/>
    <w:tmpl w:val="3B60380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C924F52"/>
    <w:multiLevelType w:val="hybridMultilevel"/>
    <w:tmpl w:val="3460AD36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D737523"/>
    <w:multiLevelType w:val="hybridMultilevel"/>
    <w:tmpl w:val="882A1F8A"/>
    <w:lvl w:ilvl="0" w:tplc="4A226440">
      <w:start w:val="1"/>
      <w:numFmt w:val="decimal"/>
      <w:lvlText w:val="%1."/>
      <w:lvlJc w:val="left"/>
      <w:pPr>
        <w:ind w:left="1050" w:hanging="710"/>
      </w:pPr>
    </w:lvl>
    <w:lvl w:ilvl="1" w:tplc="08090019" w:tentative="1">
      <w:start w:val="1"/>
      <w:numFmt w:val="lowerLetter"/>
      <w:lvlText w:val="%2."/>
      <w:lvlJc w:val="left"/>
      <w:pPr>
        <w:ind w:left="1770" w:hanging="360"/>
      </w:pPr>
    </w:lvl>
    <w:lvl w:ilvl="2" w:tplc="0809001B" w:tentative="1">
      <w:start w:val="1"/>
      <w:numFmt w:val="lowerRoman"/>
      <w:lvlText w:val="%3."/>
      <w:lvlJc w:val="right"/>
      <w:pPr>
        <w:ind w:left="2490" w:hanging="180"/>
      </w:pPr>
    </w:lvl>
    <w:lvl w:ilvl="3" w:tplc="0809000F" w:tentative="1">
      <w:start w:val="1"/>
      <w:numFmt w:val="decimal"/>
      <w:lvlText w:val="%4."/>
      <w:lvlJc w:val="left"/>
      <w:pPr>
        <w:ind w:left="3210" w:hanging="360"/>
      </w:pPr>
    </w:lvl>
    <w:lvl w:ilvl="4" w:tplc="08090019" w:tentative="1">
      <w:start w:val="1"/>
      <w:numFmt w:val="lowerLetter"/>
      <w:lvlText w:val="%5."/>
      <w:lvlJc w:val="left"/>
      <w:pPr>
        <w:ind w:left="3930" w:hanging="360"/>
      </w:pPr>
    </w:lvl>
    <w:lvl w:ilvl="5" w:tplc="0809001B" w:tentative="1">
      <w:start w:val="1"/>
      <w:numFmt w:val="lowerRoman"/>
      <w:lvlText w:val="%6."/>
      <w:lvlJc w:val="right"/>
      <w:pPr>
        <w:ind w:left="4650" w:hanging="180"/>
      </w:pPr>
    </w:lvl>
    <w:lvl w:ilvl="6" w:tplc="0809000F" w:tentative="1">
      <w:start w:val="1"/>
      <w:numFmt w:val="decimal"/>
      <w:lvlText w:val="%7."/>
      <w:lvlJc w:val="left"/>
      <w:pPr>
        <w:ind w:left="5370" w:hanging="360"/>
      </w:pPr>
    </w:lvl>
    <w:lvl w:ilvl="7" w:tplc="08090019" w:tentative="1">
      <w:start w:val="1"/>
      <w:numFmt w:val="lowerLetter"/>
      <w:lvlText w:val="%8."/>
      <w:lvlJc w:val="left"/>
      <w:pPr>
        <w:ind w:left="6090" w:hanging="360"/>
      </w:pPr>
    </w:lvl>
    <w:lvl w:ilvl="8" w:tplc="08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2" w15:restartNumberingAfterBreak="0">
    <w:nsid w:val="7D8C4A6B"/>
    <w:multiLevelType w:val="hybridMultilevel"/>
    <w:tmpl w:val="4B7A18E2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D980EF7"/>
    <w:multiLevelType w:val="hybridMultilevel"/>
    <w:tmpl w:val="99B2BD48"/>
    <w:lvl w:ilvl="0" w:tplc="04140019">
      <w:start w:val="1"/>
      <w:numFmt w:val="lowerLetter"/>
      <w:lvlText w:val="%1."/>
      <w:lvlJc w:val="left"/>
      <w:pPr>
        <w:ind w:left="1162" w:hanging="360"/>
      </w:pPr>
    </w:lvl>
    <w:lvl w:ilvl="1" w:tplc="08090019">
      <w:start w:val="1"/>
      <w:numFmt w:val="lowerLetter"/>
      <w:lvlText w:val="%2."/>
      <w:lvlJc w:val="left"/>
      <w:pPr>
        <w:ind w:left="1882" w:hanging="360"/>
      </w:pPr>
    </w:lvl>
    <w:lvl w:ilvl="2" w:tplc="0809001B" w:tentative="1">
      <w:start w:val="1"/>
      <w:numFmt w:val="lowerRoman"/>
      <w:lvlText w:val="%3."/>
      <w:lvlJc w:val="right"/>
      <w:pPr>
        <w:ind w:left="2602" w:hanging="180"/>
      </w:pPr>
    </w:lvl>
    <w:lvl w:ilvl="3" w:tplc="0809000F" w:tentative="1">
      <w:start w:val="1"/>
      <w:numFmt w:val="decimal"/>
      <w:lvlText w:val="%4."/>
      <w:lvlJc w:val="left"/>
      <w:pPr>
        <w:ind w:left="3322" w:hanging="360"/>
      </w:pPr>
    </w:lvl>
    <w:lvl w:ilvl="4" w:tplc="08090019" w:tentative="1">
      <w:start w:val="1"/>
      <w:numFmt w:val="lowerLetter"/>
      <w:lvlText w:val="%5."/>
      <w:lvlJc w:val="left"/>
      <w:pPr>
        <w:ind w:left="4042" w:hanging="360"/>
      </w:pPr>
    </w:lvl>
    <w:lvl w:ilvl="5" w:tplc="0809001B" w:tentative="1">
      <w:start w:val="1"/>
      <w:numFmt w:val="lowerRoman"/>
      <w:lvlText w:val="%6."/>
      <w:lvlJc w:val="right"/>
      <w:pPr>
        <w:ind w:left="4762" w:hanging="180"/>
      </w:pPr>
    </w:lvl>
    <w:lvl w:ilvl="6" w:tplc="0809000F" w:tentative="1">
      <w:start w:val="1"/>
      <w:numFmt w:val="decimal"/>
      <w:lvlText w:val="%7."/>
      <w:lvlJc w:val="left"/>
      <w:pPr>
        <w:ind w:left="5482" w:hanging="360"/>
      </w:pPr>
    </w:lvl>
    <w:lvl w:ilvl="7" w:tplc="08090019" w:tentative="1">
      <w:start w:val="1"/>
      <w:numFmt w:val="lowerLetter"/>
      <w:lvlText w:val="%8."/>
      <w:lvlJc w:val="left"/>
      <w:pPr>
        <w:ind w:left="6202" w:hanging="360"/>
      </w:pPr>
    </w:lvl>
    <w:lvl w:ilvl="8" w:tplc="08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54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5" w15:restartNumberingAfterBreak="0">
    <w:nsid w:val="7E9566B8"/>
    <w:multiLevelType w:val="singleLevel"/>
    <w:tmpl w:val="04090019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356" w15:restartNumberingAfterBreak="0">
    <w:nsid w:val="7E9853BC"/>
    <w:multiLevelType w:val="multilevel"/>
    <w:tmpl w:val="A9B4DEF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7" w15:restartNumberingAfterBreak="0">
    <w:nsid w:val="7FF64BA2"/>
    <w:multiLevelType w:val="hybridMultilevel"/>
    <w:tmpl w:val="2648F7D2"/>
    <w:lvl w:ilvl="0" w:tplc="CE7025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129BFF" w:themeColor="text1" w:themeTint="A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469768">
    <w:abstractNumId w:val="137"/>
  </w:num>
  <w:num w:numId="2" w16cid:durableId="1316882052">
    <w:abstractNumId w:val="30"/>
  </w:num>
  <w:num w:numId="3" w16cid:durableId="112943076">
    <w:abstractNumId w:val="351"/>
  </w:num>
  <w:num w:numId="4" w16cid:durableId="1966539793">
    <w:abstractNumId w:val="216"/>
  </w:num>
  <w:num w:numId="5" w16cid:durableId="680739662">
    <w:abstractNumId w:val="20"/>
  </w:num>
  <w:num w:numId="6" w16cid:durableId="1744063118">
    <w:abstractNumId w:val="96"/>
  </w:num>
  <w:num w:numId="7" w16cid:durableId="1456174306">
    <w:abstractNumId w:val="58"/>
  </w:num>
  <w:num w:numId="8" w16cid:durableId="2138795380">
    <w:abstractNumId w:val="190"/>
  </w:num>
  <w:num w:numId="9" w16cid:durableId="223220859">
    <w:abstractNumId w:val="306"/>
  </w:num>
  <w:num w:numId="10" w16cid:durableId="384762856">
    <w:abstractNumId w:val="330"/>
  </w:num>
  <w:num w:numId="11" w16cid:durableId="923955438">
    <w:abstractNumId w:val="86"/>
  </w:num>
  <w:num w:numId="12" w16cid:durableId="868034367">
    <w:abstractNumId w:val="267"/>
  </w:num>
  <w:num w:numId="13" w16cid:durableId="686521308">
    <w:abstractNumId w:val="328"/>
  </w:num>
  <w:num w:numId="14" w16cid:durableId="86317951">
    <w:abstractNumId w:val="36"/>
  </w:num>
  <w:num w:numId="15" w16cid:durableId="2050063622">
    <w:abstractNumId w:val="219"/>
  </w:num>
  <w:num w:numId="16" w16cid:durableId="639532895">
    <w:abstractNumId w:val="308"/>
  </w:num>
  <w:num w:numId="17" w16cid:durableId="1834830679">
    <w:abstractNumId w:val="203"/>
  </w:num>
  <w:num w:numId="18" w16cid:durableId="2061662532">
    <w:abstractNumId w:val="311"/>
  </w:num>
  <w:num w:numId="19" w16cid:durableId="1935362951">
    <w:abstractNumId w:val="10"/>
  </w:num>
  <w:num w:numId="20" w16cid:durableId="1262449342">
    <w:abstractNumId w:val="303"/>
  </w:num>
  <w:num w:numId="21" w16cid:durableId="1163008308">
    <w:abstractNumId w:val="333"/>
  </w:num>
  <w:num w:numId="22" w16cid:durableId="1054697268">
    <w:abstractNumId w:val="6"/>
  </w:num>
  <w:num w:numId="23" w16cid:durableId="65341227">
    <w:abstractNumId w:val="45"/>
  </w:num>
  <w:num w:numId="24" w16cid:durableId="368772417">
    <w:abstractNumId w:val="147"/>
  </w:num>
  <w:num w:numId="25" w16cid:durableId="1065569949">
    <w:abstractNumId w:val="31"/>
  </w:num>
  <w:num w:numId="26" w16cid:durableId="1510490251">
    <w:abstractNumId w:val="197"/>
  </w:num>
  <w:num w:numId="27" w16cid:durableId="804010979">
    <w:abstractNumId w:val="235"/>
  </w:num>
  <w:num w:numId="28" w16cid:durableId="1766731092">
    <w:abstractNumId w:val="201"/>
  </w:num>
  <w:num w:numId="29" w16cid:durableId="36399117">
    <w:abstractNumId w:val="139"/>
  </w:num>
  <w:num w:numId="30" w16cid:durableId="868761332">
    <w:abstractNumId w:val="326"/>
  </w:num>
  <w:num w:numId="31" w16cid:durableId="225116750">
    <w:abstractNumId w:val="258"/>
  </w:num>
  <w:num w:numId="32" w16cid:durableId="2139494411">
    <w:abstractNumId w:val="338"/>
  </w:num>
  <w:num w:numId="33" w16cid:durableId="1176571993">
    <w:abstractNumId w:val="196"/>
  </w:num>
  <w:num w:numId="34" w16cid:durableId="856693452">
    <w:abstractNumId w:val="332"/>
  </w:num>
  <w:num w:numId="35" w16cid:durableId="73671726">
    <w:abstractNumId w:val="77"/>
  </w:num>
  <w:num w:numId="36" w16cid:durableId="1936284124">
    <w:abstractNumId w:val="264"/>
  </w:num>
  <w:num w:numId="37" w16cid:durableId="823862749">
    <w:abstractNumId w:val="238"/>
  </w:num>
  <w:num w:numId="38" w16cid:durableId="10228024">
    <w:abstractNumId w:val="354"/>
  </w:num>
  <w:num w:numId="39" w16cid:durableId="661197633">
    <w:abstractNumId w:val="187"/>
  </w:num>
  <w:num w:numId="40" w16cid:durableId="1113786127">
    <w:abstractNumId w:val="48"/>
  </w:num>
  <w:num w:numId="41" w16cid:durableId="1396048417">
    <w:abstractNumId w:val="357"/>
  </w:num>
  <w:num w:numId="42" w16cid:durableId="568536996">
    <w:abstractNumId w:val="32"/>
  </w:num>
  <w:num w:numId="43" w16cid:durableId="182593022">
    <w:abstractNumId w:val="91"/>
  </w:num>
  <w:num w:numId="44" w16cid:durableId="1071460517">
    <w:abstractNumId w:val="129"/>
  </w:num>
  <w:num w:numId="45" w16cid:durableId="761073005">
    <w:abstractNumId w:val="75"/>
  </w:num>
  <w:num w:numId="46" w16cid:durableId="1897008780">
    <w:abstractNumId w:val="280"/>
  </w:num>
  <w:num w:numId="47" w16cid:durableId="1572542260">
    <w:abstractNumId w:val="318"/>
  </w:num>
  <w:num w:numId="48" w16cid:durableId="1788039749">
    <w:abstractNumId w:val="105"/>
  </w:num>
  <w:num w:numId="49" w16cid:durableId="223101080">
    <w:abstractNumId w:val="337"/>
  </w:num>
  <w:num w:numId="50" w16cid:durableId="1281647765">
    <w:abstractNumId w:val="315"/>
  </w:num>
  <w:num w:numId="51" w16cid:durableId="1058169213">
    <w:abstractNumId w:val="294"/>
  </w:num>
  <w:num w:numId="52" w16cid:durableId="2086296100">
    <w:abstractNumId w:val="118"/>
  </w:num>
  <w:num w:numId="53" w16cid:durableId="528569937">
    <w:abstractNumId w:val="266"/>
  </w:num>
  <w:num w:numId="54" w16cid:durableId="440104337">
    <w:abstractNumId w:val="67"/>
  </w:num>
  <w:num w:numId="55" w16cid:durableId="1575427826">
    <w:abstractNumId w:val="173"/>
  </w:num>
  <w:num w:numId="56" w16cid:durableId="1543321116">
    <w:abstractNumId w:val="17"/>
  </w:num>
  <w:num w:numId="57" w16cid:durableId="929434196">
    <w:abstractNumId w:val="120"/>
  </w:num>
  <w:num w:numId="58" w16cid:durableId="1769348637">
    <w:abstractNumId w:val="7"/>
  </w:num>
  <w:num w:numId="59" w16cid:durableId="1442262931">
    <w:abstractNumId w:val="245"/>
  </w:num>
  <w:num w:numId="60" w16cid:durableId="686441060">
    <w:abstractNumId w:val="175"/>
  </w:num>
  <w:num w:numId="61" w16cid:durableId="336806482">
    <w:abstractNumId w:val="148"/>
  </w:num>
  <w:num w:numId="62" w16cid:durableId="1192374560">
    <w:abstractNumId w:val="143"/>
  </w:num>
  <w:num w:numId="63" w16cid:durableId="1693413109">
    <w:abstractNumId w:val="130"/>
  </w:num>
  <w:num w:numId="64" w16cid:durableId="582571103">
    <w:abstractNumId w:val="76"/>
  </w:num>
  <w:num w:numId="65" w16cid:durableId="74910237">
    <w:abstractNumId w:val="186"/>
  </w:num>
  <w:num w:numId="66" w16cid:durableId="1538472827">
    <w:abstractNumId w:val="5"/>
  </w:num>
  <w:num w:numId="67" w16cid:durableId="566038731">
    <w:abstractNumId w:val="42"/>
  </w:num>
  <w:num w:numId="68" w16cid:durableId="1569537910">
    <w:abstractNumId w:val="19"/>
  </w:num>
  <w:num w:numId="69" w16cid:durableId="2066097172">
    <w:abstractNumId w:val="34"/>
  </w:num>
  <w:num w:numId="70" w16cid:durableId="2068331855">
    <w:abstractNumId w:val="209"/>
  </w:num>
  <w:num w:numId="71" w16cid:durableId="1968777635">
    <w:abstractNumId w:val="168"/>
  </w:num>
  <w:num w:numId="72" w16cid:durableId="348289228">
    <w:abstractNumId w:val="27"/>
  </w:num>
  <w:num w:numId="73" w16cid:durableId="2047170509">
    <w:abstractNumId w:val="278"/>
  </w:num>
  <w:num w:numId="74" w16cid:durableId="511453025">
    <w:abstractNumId w:val="297"/>
  </w:num>
  <w:num w:numId="75" w16cid:durableId="2121492704">
    <w:abstractNumId w:val="59"/>
  </w:num>
  <w:num w:numId="76" w16cid:durableId="1049375024">
    <w:abstractNumId w:val="102"/>
  </w:num>
  <w:num w:numId="77" w16cid:durableId="802234228">
    <w:abstractNumId w:val="49"/>
  </w:num>
  <w:num w:numId="78" w16cid:durableId="1961036167">
    <w:abstractNumId w:val="283"/>
  </w:num>
  <w:num w:numId="79" w16cid:durableId="74866873">
    <w:abstractNumId w:val="205"/>
  </w:num>
  <w:num w:numId="80" w16cid:durableId="1259634156">
    <w:abstractNumId w:val="215"/>
  </w:num>
  <w:num w:numId="81" w16cid:durableId="736519336">
    <w:abstractNumId w:val="356"/>
  </w:num>
  <w:num w:numId="82" w16cid:durableId="1938371174">
    <w:abstractNumId w:val="92"/>
  </w:num>
  <w:num w:numId="83" w16cid:durableId="2094161841">
    <w:abstractNumId w:val="341"/>
  </w:num>
  <w:num w:numId="84" w16cid:durableId="1970429387">
    <w:abstractNumId w:val="206"/>
  </w:num>
  <w:num w:numId="85" w16cid:durableId="1178928963">
    <w:abstractNumId w:val="11"/>
  </w:num>
  <w:num w:numId="86" w16cid:durableId="1707870727">
    <w:abstractNumId w:val="298"/>
  </w:num>
  <w:num w:numId="87" w16cid:durableId="88889897">
    <w:abstractNumId w:val="155"/>
  </w:num>
  <w:num w:numId="88" w16cid:durableId="756829707">
    <w:abstractNumId w:val="246"/>
  </w:num>
  <w:num w:numId="89" w16cid:durableId="1159611290">
    <w:abstractNumId w:val="113"/>
  </w:num>
  <w:num w:numId="90" w16cid:durableId="2018845116">
    <w:abstractNumId w:val="104"/>
  </w:num>
  <w:num w:numId="91" w16cid:durableId="116221137">
    <w:abstractNumId w:val="16"/>
  </w:num>
  <w:num w:numId="92" w16cid:durableId="1764521917">
    <w:abstractNumId w:val="47"/>
  </w:num>
  <w:num w:numId="93" w16cid:durableId="1904825530">
    <w:abstractNumId w:val="251"/>
  </w:num>
  <w:num w:numId="94" w16cid:durableId="1032536038">
    <w:abstractNumId w:val="292"/>
  </w:num>
  <w:num w:numId="95" w16cid:durableId="290937267">
    <w:abstractNumId w:val="185"/>
  </w:num>
  <w:num w:numId="96" w16cid:durableId="181095688">
    <w:abstractNumId w:val="320"/>
  </w:num>
  <w:num w:numId="97" w16cid:durableId="1330912577">
    <w:abstractNumId w:val="53"/>
  </w:num>
  <w:num w:numId="98" w16cid:durableId="1214736879">
    <w:abstractNumId w:val="183"/>
  </w:num>
  <w:num w:numId="99" w16cid:durableId="175269675">
    <w:abstractNumId w:val="89"/>
  </w:num>
  <w:num w:numId="100" w16cid:durableId="279919514">
    <w:abstractNumId w:val="242"/>
  </w:num>
  <w:num w:numId="101" w16cid:durableId="53704725">
    <w:abstractNumId w:val="69"/>
  </w:num>
  <w:num w:numId="102" w16cid:durableId="1216087451">
    <w:abstractNumId w:val="182"/>
  </w:num>
  <w:num w:numId="103" w16cid:durableId="243759278">
    <w:abstractNumId w:val="352"/>
  </w:num>
  <w:num w:numId="104" w16cid:durableId="1258751055">
    <w:abstractNumId w:val="14"/>
  </w:num>
  <w:num w:numId="105" w16cid:durableId="2093310758">
    <w:abstractNumId w:val="325"/>
  </w:num>
  <w:num w:numId="106" w16cid:durableId="106044644">
    <w:abstractNumId w:val="44"/>
  </w:num>
  <w:num w:numId="107" w16cid:durableId="1768696411">
    <w:abstractNumId w:val="61"/>
  </w:num>
  <w:num w:numId="108" w16cid:durableId="1760326197">
    <w:abstractNumId w:val="103"/>
  </w:num>
  <w:num w:numId="109" w16cid:durableId="1932932796">
    <w:abstractNumId w:val="122"/>
  </w:num>
  <w:num w:numId="110" w16cid:durableId="624041599">
    <w:abstractNumId w:val="2"/>
  </w:num>
  <w:num w:numId="111" w16cid:durableId="475268914">
    <w:abstractNumId w:val="313"/>
  </w:num>
  <w:num w:numId="112" w16cid:durableId="30736772">
    <w:abstractNumId w:val="189"/>
  </w:num>
  <w:num w:numId="113" w16cid:durableId="2098331924">
    <w:abstractNumId w:val="276"/>
  </w:num>
  <w:num w:numId="114" w16cid:durableId="1825510884">
    <w:abstractNumId w:val="100"/>
  </w:num>
  <w:num w:numId="115" w16cid:durableId="1410808393">
    <w:abstractNumId w:val="35"/>
  </w:num>
  <w:num w:numId="116" w16cid:durableId="401291400">
    <w:abstractNumId w:val="277"/>
  </w:num>
  <w:num w:numId="117" w16cid:durableId="1552033512">
    <w:abstractNumId w:val="314"/>
  </w:num>
  <w:num w:numId="118" w16cid:durableId="855772462">
    <w:abstractNumId w:val="159"/>
  </w:num>
  <w:num w:numId="119" w16cid:durableId="1914392726">
    <w:abstractNumId w:val="177"/>
  </w:num>
  <w:num w:numId="120" w16cid:durableId="799416145">
    <w:abstractNumId w:val="259"/>
  </w:num>
  <w:num w:numId="121" w16cid:durableId="610088726">
    <w:abstractNumId w:val="212"/>
  </w:num>
  <w:num w:numId="122" w16cid:durableId="1898935230">
    <w:abstractNumId w:val="162"/>
  </w:num>
  <w:num w:numId="123" w16cid:durableId="2088453693">
    <w:abstractNumId w:val="29"/>
  </w:num>
  <w:num w:numId="124" w16cid:durableId="1841500381">
    <w:abstractNumId w:val="339"/>
  </w:num>
  <w:num w:numId="125" w16cid:durableId="1172794051">
    <w:abstractNumId w:val="24"/>
  </w:num>
  <w:num w:numId="126" w16cid:durableId="83382347">
    <w:abstractNumId w:val="167"/>
  </w:num>
  <w:num w:numId="127" w16cid:durableId="414321644">
    <w:abstractNumId w:val="153"/>
  </w:num>
  <w:num w:numId="128" w16cid:durableId="892620790">
    <w:abstractNumId w:val="50"/>
  </w:num>
  <w:num w:numId="129" w16cid:durableId="1385254392">
    <w:abstractNumId w:val="88"/>
  </w:num>
  <w:num w:numId="130" w16cid:durableId="1236431781">
    <w:abstractNumId w:val="222"/>
  </w:num>
  <w:num w:numId="131" w16cid:durableId="1683163123">
    <w:abstractNumId w:val="335"/>
  </w:num>
  <w:num w:numId="132" w16cid:durableId="537938052">
    <w:abstractNumId w:val="243"/>
  </w:num>
  <w:num w:numId="133" w16cid:durableId="149835142">
    <w:abstractNumId w:val="87"/>
  </w:num>
  <w:num w:numId="134" w16cid:durableId="1265114988">
    <w:abstractNumId w:val="288"/>
  </w:num>
  <w:num w:numId="135" w16cid:durableId="56321313">
    <w:abstractNumId w:val="101"/>
  </w:num>
  <w:num w:numId="136" w16cid:durableId="143744426">
    <w:abstractNumId w:val="349"/>
  </w:num>
  <w:num w:numId="137" w16cid:durableId="947159037">
    <w:abstractNumId w:val="200"/>
  </w:num>
  <w:num w:numId="138" w16cid:durableId="627055553">
    <w:abstractNumId w:val="39"/>
  </w:num>
  <w:num w:numId="139" w16cid:durableId="503086972">
    <w:abstractNumId w:val="271"/>
  </w:num>
  <w:num w:numId="140" w16cid:durableId="202333437">
    <w:abstractNumId w:val="132"/>
  </w:num>
  <w:num w:numId="141" w16cid:durableId="75590578">
    <w:abstractNumId w:val="232"/>
  </w:num>
  <w:num w:numId="142" w16cid:durableId="415135056">
    <w:abstractNumId w:val="191"/>
  </w:num>
  <w:num w:numId="143" w16cid:durableId="1214582681">
    <w:abstractNumId w:val="304"/>
  </w:num>
  <w:num w:numId="144" w16cid:durableId="417601748">
    <w:abstractNumId w:val="140"/>
  </w:num>
  <w:num w:numId="145" w16cid:durableId="2029481045">
    <w:abstractNumId w:val="142"/>
  </w:num>
  <w:num w:numId="146" w16cid:durableId="1965694101">
    <w:abstractNumId w:val="347"/>
  </w:num>
  <w:num w:numId="147" w16cid:durableId="1407221707">
    <w:abstractNumId w:val="321"/>
  </w:num>
  <w:num w:numId="148" w16cid:durableId="1107505529">
    <w:abstractNumId w:val="346"/>
  </w:num>
  <w:num w:numId="149" w16cid:durableId="2052728980">
    <w:abstractNumId w:val="343"/>
  </w:num>
  <w:num w:numId="150" w16cid:durableId="348265105">
    <w:abstractNumId w:val="301"/>
  </w:num>
  <w:num w:numId="151" w16cid:durableId="1176459926">
    <w:abstractNumId w:val="108"/>
  </w:num>
  <w:num w:numId="152" w16cid:durableId="1348168734">
    <w:abstractNumId w:val="13"/>
  </w:num>
  <w:num w:numId="153" w16cid:durableId="968364373">
    <w:abstractNumId w:val="83"/>
  </w:num>
  <w:num w:numId="154" w16cid:durableId="1121607806">
    <w:abstractNumId w:val="0"/>
  </w:num>
  <w:num w:numId="155" w16cid:durableId="553932371">
    <w:abstractNumId w:val="84"/>
  </w:num>
  <w:num w:numId="156" w16cid:durableId="1360089625">
    <w:abstractNumId w:val="223"/>
  </w:num>
  <w:num w:numId="157" w16cid:durableId="230048552">
    <w:abstractNumId w:val="248"/>
  </w:num>
  <w:num w:numId="158" w16cid:durableId="140850184">
    <w:abstractNumId w:val="184"/>
  </w:num>
  <w:num w:numId="159" w16cid:durableId="1100028647">
    <w:abstractNumId w:val="121"/>
  </w:num>
  <w:num w:numId="160" w16cid:durableId="977144104">
    <w:abstractNumId w:val="254"/>
  </w:num>
  <w:num w:numId="161" w16cid:durableId="917596516">
    <w:abstractNumId w:val="117"/>
  </w:num>
  <w:num w:numId="162" w16cid:durableId="909927854">
    <w:abstractNumId w:val="350"/>
  </w:num>
  <w:num w:numId="163" w16cid:durableId="1211068555">
    <w:abstractNumId w:val="310"/>
  </w:num>
  <w:num w:numId="164" w16cid:durableId="731588458">
    <w:abstractNumId w:val="165"/>
  </w:num>
  <w:num w:numId="165" w16cid:durableId="1146437474">
    <w:abstractNumId w:val="66"/>
  </w:num>
  <w:num w:numId="166" w16cid:durableId="1712922765">
    <w:abstractNumId w:val="305"/>
  </w:num>
  <w:num w:numId="167" w16cid:durableId="2044205251">
    <w:abstractNumId w:val="179"/>
  </w:num>
  <w:num w:numId="168" w16cid:durableId="397173405">
    <w:abstractNumId w:val="15"/>
  </w:num>
  <w:num w:numId="169" w16cid:durableId="104812071">
    <w:abstractNumId w:val="70"/>
  </w:num>
  <w:num w:numId="170" w16cid:durableId="67461407">
    <w:abstractNumId w:val="181"/>
  </w:num>
  <w:num w:numId="171" w16cid:durableId="2008903485">
    <w:abstractNumId w:val="79"/>
  </w:num>
  <w:num w:numId="172" w16cid:durableId="1346328800">
    <w:abstractNumId w:val="73"/>
  </w:num>
  <w:num w:numId="173" w16cid:durableId="599870110">
    <w:abstractNumId w:val="8"/>
  </w:num>
  <w:num w:numId="174" w16cid:durableId="770200885">
    <w:abstractNumId w:val="60"/>
  </w:num>
  <w:num w:numId="175" w16cid:durableId="1874423274">
    <w:abstractNumId w:val="231"/>
  </w:num>
  <w:num w:numId="176" w16cid:durableId="1724138215">
    <w:abstractNumId w:val="156"/>
  </w:num>
  <w:num w:numId="177" w16cid:durableId="774445459">
    <w:abstractNumId w:val="331"/>
  </w:num>
  <w:num w:numId="178" w16cid:durableId="1874343102">
    <w:abstractNumId w:val="300"/>
  </w:num>
  <w:num w:numId="179" w16cid:durableId="1508978149">
    <w:abstractNumId w:val="290"/>
  </w:num>
  <w:num w:numId="180" w16cid:durableId="2071690687">
    <w:abstractNumId w:val="270"/>
  </w:num>
  <w:num w:numId="181" w16cid:durableId="1605461113">
    <w:abstractNumId w:val="52"/>
  </w:num>
  <w:num w:numId="182" w16cid:durableId="602956661">
    <w:abstractNumId w:val="309"/>
  </w:num>
  <w:num w:numId="183" w16cid:durableId="570232150">
    <w:abstractNumId w:val="225"/>
  </w:num>
  <w:num w:numId="184" w16cid:durableId="422802736">
    <w:abstractNumId w:val="178"/>
  </w:num>
  <w:num w:numId="185" w16cid:durableId="224880750">
    <w:abstractNumId w:val="119"/>
  </w:num>
  <w:num w:numId="186" w16cid:durableId="1647778473">
    <w:abstractNumId w:val="247"/>
  </w:num>
  <w:num w:numId="187" w16cid:durableId="604462236">
    <w:abstractNumId w:val="244"/>
  </w:num>
  <w:num w:numId="188" w16cid:durableId="741758417">
    <w:abstractNumId w:val="192"/>
  </w:num>
  <w:num w:numId="189" w16cid:durableId="703748979">
    <w:abstractNumId w:val="71"/>
  </w:num>
  <w:num w:numId="190" w16cid:durableId="526334547">
    <w:abstractNumId w:val="128"/>
  </w:num>
  <w:num w:numId="191" w16cid:durableId="52168067">
    <w:abstractNumId w:val="136"/>
  </w:num>
  <w:num w:numId="192" w16cid:durableId="877086930">
    <w:abstractNumId w:val="114"/>
  </w:num>
  <w:num w:numId="193" w16cid:durableId="833380035">
    <w:abstractNumId w:val="95"/>
  </w:num>
  <w:num w:numId="194" w16cid:durableId="1136795683">
    <w:abstractNumId w:val="158"/>
  </w:num>
  <w:num w:numId="195" w16cid:durableId="1268387614">
    <w:abstractNumId w:val="157"/>
  </w:num>
  <w:num w:numId="196" w16cid:durableId="1623726224">
    <w:abstractNumId w:val="146"/>
  </w:num>
  <w:num w:numId="197" w16cid:durableId="2075425350">
    <w:abstractNumId w:val="90"/>
  </w:num>
  <w:num w:numId="198" w16cid:durableId="1779594279">
    <w:abstractNumId w:val="234"/>
  </w:num>
  <w:num w:numId="199" w16cid:durableId="565072783">
    <w:abstractNumId w:val="285"/>
  </w:num>
  <w:num w:numId="200" w16cid:durableId="1373461545">
    <w:abstractNumId w:val="195"/>
  </w:num>
  <w:num w:numId="201" w16cid:durableId="874195547">
    <w:abstractNumId w:val="282"/>
  </w:num>
  <w:num w:numId="202" w16cid:durableId="299573572">
    <w:abstractNumId w:val="54"/>
  </w:num>
  <w:num w:numId="203" w16cid:durableId="321086294">
    <w:abstractNumId w:val="85"/>
  </w:num>
  <w:num w:numId="204" w16cid:durableId="670648247">
    <w:abstractNumId w:val="269"/>
  </w:num>
  <w:num w:numId="205" w16cid:durableId="1096942103">
    <w:abstractNumId w:val="295"/>
  </w:num>
  <w:num w:numId="206" w16cid:durableId="1111556903">
    <w:abstractNumId w:val="51"/>
  </w:num>
  <w:num w:numId="207" w16cid:durableId="1464468850">
    <w:abstractNumId w:val="329"/>
  </w:num>
  <w:num w:numId="208" w16cid:durableId="1097217945">
    <w:abstractNumId w:val="112"/>
  </w:num>
  <w:num w:numId="209" w16cid:durableId="1536039054">
    <w:abstractNumId w:val="18"/>
  </w:num>
  <w:num w:numId="210" w16cid:durableId="1301305897">
    <w:abstractNumId w:val="240"/>
  </w:num>
  <w:num w:numId="211" w16cid:durableId="254173351">
    <w:abstractNumId w:val="171"/>
  </w:num>
  <w:num w:numId="212" w16cid:durableId="352655106">
    <w:abstractNumId w:val="135"/>
  </w:num>
  <w:num w:numId="213" w16cid:durableId="1449660474">
    <w:abstractNumId w:val="299"/>
  </w:num>
  <w:num w:numId="214" w16cid:durableId="1177232429">
    <w:abstractNumId w:val="220"/>
  </w:num>
  <w:num w:numId="215" w16cid:durableId="1497957871">
    <w:abstractNumId w:val="316"/>
  </w:num>
  <w:num w:numId="216" w16cid:durableId="1663773526">
    <w:abstractNumId w:val="1"/>
  </w:num>
  <w:num w:numId="217" w16cid:durableId="916011804">
    <w:abstractNumId w:val="344"/>
  </w:num>
  <w:num w:numId="218" w16cid:durableId="1169101025">
    <w:abstractNumId w:val="241"/>
  </w:num>
  <w:num w:numId="219" w16cid:durableId="1731076721">
    <w:abstractNumId w:val="65"/>
  </w:num>
  <w:num w:numId="220" w16cid:durableId="1741440445">
    <w:abstractNumId w:val="273"/>
  </w:num>
  <w:num w:numId="221" w16cid:durableId="812525024">
    <w:abstractNumId w:val="340"/>
  </w:num>
  <w:num w:numId="222" w16cid:durableId="1055859876">
    <w:abstractNumId w:val="78"/>
  </w:num>
  <w:num w:numId="223" w16cid:durableId="1282423940">
    <w:abstractNumId w:val="193"/>
  </w:num>
  <w:num w:numId="224" w16cid:durableId="978532053">
    <w:abstractNumId w:val="255"/>
  </w:num>
  <w:num w:numId="225" w16cid:durableId="577592688">
    <w:abstractNumId w:val="208"/>
  </w:num>
  <w:num w:numId="226" w16cid:durableId="829831224">
    <w:abstractNumId w:val="342"/>
  </w:num>
  <w:num w:numId="227" w16cid:durableId="223948411">
    <w:abstractNumId w:val="141"/>
  </w:num>
  <w:num w:numId="228" w16cid:durableId="1733040332">
    <w:abstractNumId w:val="249"/>
  </w:num>
  <w:num w:numId="229" w16cid:durableId="1755055745">
    <w:abstractNumId w:val="151"/>
  </w:num>
  <w:num w:numId="230" w16cid:durableId="936331406">
    <w:abstractNumId w:val="125"/>
  </w:num>
  <w:num w:numId="231" w16cid:durableId="618071163">
    <w:abstractNumId w:val="72"/>
  </w:num>
  <w:num w:numId="232" w16cid:durableId="1743211443">
    <w:abstractNumId w:val="263"/>
  </w:num>
  <w:num w:numId="233" w16cid:durableId="1691373929">
    <w:abstractNumId w:val="213"/>
  </w:num>
  <w:num w:numId="234" w16cid:durableId="509564442">
    <w:abstractNumId w:val="211"/>
  </w:num>
  <w:num w:numId="235" w16cid:durableId="412438441">
    <w:abstractNumId w:val="324"/>
  </w:num>
  <w:num w:numId="236" w16cid:durableId="1841579068">
    <w:abstractNumId w:val="281"/>
  </w:num>
  <w:num w:numId="237" w16cid:durableId="974023221">
    <w:abstractNumId w:val="62"/>
  </w:num>
  <w:num w:numId="238" w16cid:durableId="1659191967">
    <w:abstractNumId w:val="93"/>
  </w:num>
  <w:num w:numId="239" w16cid:durableId="1035541152">
    <w:abstractNumId w:val="152"/>
  </w:num>
  <w:num w:numId="240" w16cid:durableId="2074623268">
    <w:abstractNumId w:val="64"/>
  </w:num>
  <w:num w:numId="241" w16cid:durableId="694428862">
    <w:abstractNumId w:val="229"/>
  </w:num>
  <w:num w:numId="242" w16cid:durableId="992493305">
    <w:abstractNumId w:val="82"/>
  </w:num>
  <w:num w:numId="243" w16cid:durableId="856236521">
    <w:abstractNumId w:val="133"/>
  </w:num>
  <w:num w:numId="244" w16cid:durableId="647899388">
    <w:abstractNumId w:val="230"/>
  </w:num>
  <w:num w:numId="245" w16cid:durableId="1495104991">
    <w:abstractNumId w:val="233"/>
  </w:num>
  <w:num w:numId="246" w16cid:durableId="404035564">
    <w:abstractNumId w:val="4"/>
  </w:num>
  <w:num w:numId="247" w16cid:durableId="83915664">
    <w:abstractNumId w:val="348"/>
  </w:num>
  <w:num w:numId="248" w16cid:durableId="928388934">
    <w:abstractNumId w:val="174"/>
  </w:num>
  <w:num w:numId="249" w16cid:durableId="1335765072">
    <w:abstractNumId w:val="138"/>
  </w:num>
  <w:num w:numId="250" w16cid:durableId="648902883">
    <w:abstractNumId w:val="55"/>
  </w:num>
  <w:num w:numId="251" w16cid:durableId="1282499188">
    <w:abstractNumId w:val="252"/>
  </w:num>
  <w:num w:numId="252" w16cid:durableId="1969892971">
    <w:abstractNumId w:val="355"/>
  </w:num>
  <w:num w:numId="253" w16cid:durableId="2086105052">
    <w:abstractNumId w:val="237"/>
  </w:num>
  <w:num w:numId="254" w16cid:durableId="412094256">
    <w:abstractNumId w:val="293"/>
  </w:num>
  <w:num w:numId="255" w16cid:durableId="1507935437">
    <w:abstractNumId w:val="94"/>
  </w:num>
  <w:num w:numId="256" w16cid:durableId="1787311026">
    <w:abstractNumId w:val="98"/>
  </w:num>
  <w:num w:numId="257" w16cid:durableId="1436242202">
    <w:abstractNumId w:val="204"/>
  </w:num>
  <w:num w:numId="258" w16cid:durableId="682365690">
    <w:abstractNumId w:val="81"/>
  </w:num>
  <w:num w:numId="259" w16cid:durableId="1991329210">
    <w:abstractNumId w:val="107"/>
  </w:num>
  <w:num w:numId="260" w16cid:durableId="1088650612">
    <w:abstractNumId w:val="180"/>
  </w:num>
  <w:num w:numId="261" w16cid:durableId="1100026938">
    <w:abstractNumId w:val="188"/>
  </w:num>
  <w:num w:numId="262" w16cid:durableId="906643972">
    <w:abstractNumId w:val="312"/>
  </w:num>
  <w:num w:numId="263" w16cid:durableId="2032759514">
    <w:abstractNumId w:val="26"/>
  </w:num>
  <w:num w:numId="264" w16cid:durableId="1293632095">
    <w:abstractNumId w:val="12"/>
  </w:num>
  <w:num w:numId="265" w16cid:durableId="320549095">
    <w:abstractNumId w:val="127"/>
  </w:num>
  <w:num w:numId="266" w16cid:durableId="1662391394">
    <w:abstractNumId w:val="166"/>
  </w:num>
  <w:num w:numId="267" w16cid:durableId="1842699079">
    <w:abstractNumId w:val="131"/>
  </w:num>
  <w:num w:numId="268" w16cid:durableId="1493175466">
    <w:abstractNumId w:val="169"/>
  </w:num>
  <w:num w:numId="269" w16cid:durableId="555550934">
    <w:abstractNumId w:val="336"/>
  </w:num>
  <w:num w:numId="270" w16cid:durableId="417101424">
    <w:abstractNumId w:val="116"/>
  </w:num>
  <w:num w:numId="271" w16cid:durableId="292252664">
    <w:abstractNumId w:val="150"/>
  </w:num>
  <w:num w:numId="272" w16cid:durableId="1346785211">
    <w:abstractNumId w:val="46"/>
  </w:num>
  <w:num w:numId="273" w16cid:durableId="776103003">
    <w:abstractNumId w:val="323"/>
  </w:num>
  <w:num w:numId="274" w16cid:durableId="377315481">
    <w:abstractNumId w:val="272"/>
  </w:num>
  <w:num w:numId="275" w16cid:durableId="1218471861">
    <w:abstractNumId w:val="22"/>
  </w:num>
  <w:num w:numId="276" w16cid:durableId="882212680">
    <w:abstractNumId w:val="198"/>
  </w:num>
  <w:num w:numId="277" w16cid:durableId="1555584809">
    <w:abstractNumId w:val="256"/>
  </w:num>
  <w:num w:numId="278" w16cid:durableId="757017493">
    <w:abstractNumId w:val="124"/>
  </w:num>
  <w:num w:numId="279" w16cid:durableId="217325832">
    <w:abstractNumId w:val="253"/>
  </w:num>
  <w:num w:numId="280" w16cid:durableId="364839745">
    <w:abstractNumId w:val="37"/>
  </w:num>
  <w:num w:numId="281" w16cid:durableId="1851945460">
    <w:abstractNumId w:val="28"/>
  </w:num>
  <w:num w:numId="282" w16cid:durableId="1349680359">
    <w:abstractNumId w:val="268"/>
  </w:num>
  <w:num w:numId="283" w16cid:durableId="374358568">
    <w:abstractNumId w:val="170"/>
  </w:num>
  <w:num w:numId="284" w16cid:durableId="264702441">
    <w:abstractNumId w:val="57"/>
  </w:num>
  <w:num w:numId="285" w16cid:durableId="1301302974">
    <w:abstractNumId w:val="265"/>
  </w:num>
  <w:num w:numId="286" w16cid:durableId="1700157873">
    <w:abstractNumId w:val="111"/>
  </w:num>
  <w:num w:numId="287" w16cid:durableId="571963680">
    <w:abstractNumId w:val="260"/>
  </w:num>
  <w:num w:numId="288" w16cid:durableId="313683337">
    <w:abstractNumId w:val="123"/>
  </w:num>
  <w:num w:numId="289" w16cid:durableId="1032072296">
    <w:abstractNumId w:val="109"/>
  </w:num>
  <w:num w:numId="290" w16cid:durableId="1985230301">
    <w:abstractNumId w:val="68"/>
  </w:num>
  <w:num w:numId="291" w16cid:durableId="640157606">
    <w:abstractNumId w:val="56"/>
  </w:num>
  <w:num w:numId="292" w16cid:durableId="1729067106">
    <w:abstractNumId w:val="194"/>
  </w:num>
  <w:num w:numId="293" w16cid:durableId="1306423585">
    <w:abstractNumId w:val="250"/>
  </w:num>
  <w:num w:numId="294" w16cid:durableId="938179955">
    <w:abstractNumId w:val="176"/>
  </w:num>
  <w:num w:numId="295" w16cid:durableId="396973830">
    <w:abstractNumId w:val="239"/>
  </w:num>
  <w:num w:numId="296" w16cid:durableId="1630816102">
    <w:abstractNumId w:val="21"/>
  </w:num>
  <w:num w:numId="297" w16cid:durableId="1714577705">
    <w:abstractNumId w:val="262"/>
  </w:num>
  <w:num w:numId="298" w16cid:durableId="577714630">
    <w:abstractNumId w:val="207"/>
  </w:num>
  <w:num w:numId="299" w16cid:durableId="968365847">
    <w:abstractNumId w:val="319"/>
  </w:num>
  <w:num w:numId="300" w16cid:durableId="757945508">
    <w:abstractNumId w:val="286"/>
  </w:num>
  <w:num w:numId="301" w16cid:durableId="61831447">
    <w:abstractNumId w:val="345"/>
  </w:num>
  <w:num w:numId="302" w16cid:durableId="736824341">
    <w:abstractNumId w:val="199"/>
  </w:num>
  <w:num w:numId="303" w16cid:durableId="82267048">
    <w:abstractNumId w:val="214"/>
  </w:num>
  <w:num w:numId="304" w16cid:durableId="2014263846">
    <w:abstractNumId w:val="334"/>
  </w:num>
  <w:num w:numId="305" w16cid:durableId="1205753811">
    <w:abstractNumId w:val="236"/>
  </w:num>
  <w:num w:numId="306" w16cid:durableId="127749126">
    <w:abstractNumId w:val="210"/>
  </w:num>
  <w:num w:numId="307" w16cid:durableId="1535657158">
    <w:abstractNumId w:val="327"/>
  </w:num>
  <w:num w:numId="308" w16cid:durableId="1724868057">
    <w:abstractNumId w:val="25"/>
  </w:num>
  <w:num w:numId="309" w16cid:durableId="2145271538">
    <w:abstractNumId w:val="217"/>
  </w:num>
  <w:num w:numId="310" w16cid:durableId="645623322">
    <w:abstractNumId w:val="80"/>
  </w:num>
  <w:num w:numId="311" w16cid:durableId="942494904">
    <w:abstractNumId w:val="110"/>
  </w:num>
  <w:num w:numId="312" w16cid:durableId="2051949417">
    <w:abstractNumId w:val="275"/>
  </w:num>
  <w:num w:numId="313" w16cid:durableId="2008433989">
    <w:abstractNumId w:val="144"/>
  </w:num>
  <w:num w:numId="314" w16cid:durableId="1408115233">
    <w:abstractNumId w:val="289"/>
  </w:num>
  <w:num w:numId="315" w16cid:durableId="876161506">
    <w:abstractNumId w:val="99"/>
  </w:num>
  <w:num w:numId="316" w16cid:durableId="260338671">
    <w:abstractNumId w:val="296"/>
  </w:num>
  <w:num w:numId="317" w16cid:durableId="454718952">
    <w:abstractNumId w:val="163"/>
  </w:num>
  <w:num w:numId="318" w16cid:durableId="1144160130">
    <w:abstractNumId w:val="274"/>
  </w:num>
  <w:num w:numId="319" w16cid:durableId="1576280439">
    <w:abstractNumId w:val="106"/>
  </w:num>
  <w:num w:numId="320" w16cid:durableId="1357152039">
    <w:abstractNumId w:val="126"/>
  </w:num>
  <w:num w:numId="321" w16cid:durableId="719213402">
    <w:abstractNumId w:val="218"/>
  </w:num>
  <w:num w:numId="322" w16cid:durableId="2050258904">
    <w:abstractNumId w:val="23"/>
  </w:num>
  <w:num w:numId="323" w16cid:durableId="1296595569">
    <w:abstractNumId w:val="97"/>
  </w:num>
  <w:num w:numId="324" w16cid:durableId="864097862">
    <w:abstractNumId w:val="291"/>
  </w:num>
  <w:num w:numId="325" w16cid:durableId="1120421815">
    <w:abstractNumId w:val="43"/>
  </w:num>
  <w:num w:numId="326" w16cid:durableId="1070151562">
    <w:abstractNumId w:val="149"/>
  </w:num>
  <w:num w:numId="327" w16cid:durableId="1139567658">
    <w:abstractNumId w:val="3"/>
  </w:num>
  <w:num w:numId="328" w16cid:durableId="486942327">
    <w:abstractNumId w:val="145"/>
  </w:num>
  <w:num w:numId="329" w16cid:durableId="838689376">
    <w:abstractNumId w:val="115"/>
  </w:num>
  <w:num w:numId="330" w16cid:durableId="1210875372">
    <w:abstractNumId w:val="9"/>
  </w:num>
  <w:num w:numId="331" w16cid:durableId="1222398429">
    <w:abstractNumId w:val="202"/>
  </w:num>
  <w:num w:numId="332" w16cid:durableId="1690521220">
    <w:abstractNumId w:val="302"/>
  </w:num>
  <w:num w:numId="333" w16cid:durableId="347877604">
    <w:abstractNumId w:val="226"/>
  </w:num>
  <w:num w:numId="334" w16cid:durableId="65807581">
    <w:abstractNumId w:val="284"/>
  </w:num>
  <w:num w:numId="335" w16cid:durableId="1541286320">
    <w:abstractNumId w:val="33"/>
  </w:num>
  <w:num w:numId="336" w16cid:durableId="843712567">
    <w:abstractNumId w:val="224"/>
  </w:num>
  <w:num w:numId="337" w16cid:durableId="2033456127">
    <w:abstractNumId w:val="221"/>
  </w:num>
  <w:num w:numId="338" w16cid:durableId="425812721">
    <w:abstractNumId w:val="38"/>
  </w:num>
  <w:num w:numId="339" w16cid:durableId="1462990121">
    <w:abstractNumId w:val="307"/>
  </w:num>
  <w:num w:numId="340" w16cid:durableId="1284382672">
    <w:abstractNumId w:val="154"/>
  </w:num>
  <w:num w:numId="341" w16cid:durableId="1043674639">
    <w:abstractNumId w:val="41"/>
  </w:num>
  <w:num w:numId="342" w16cid:durableId="1838882487">
    <w:abstractNumId w:val="40"/>
  </w:num>
  <w:num w:numId="343" w16cid:durableId="1154561671">
    <w:abstractNumId w:val="74"/>
  </w:num>
  <w:num w:numId="344" w16cid:durableId="372386043">
    <w:abstractNumId w:val="279"/>
  </w:num>
  <w:num w:numId="345" w16cid:durableId="2041085365">
    <w:abstractNumId w:val="257"/>
  </w:num>
  <w:num w:numId="346" w16cid:durableId="391973367">
    <w:abstractNumId w:val="322"/>
  </w:num>
  <w:num w:numId="347" w16cid:durableId="7486556">
    <w:abstractNumId w:val="227"/>
  </w:num>
  <w:num w:numId="348" w16cid:durableId="652831379">
    <w:abstractNumId w:val="228"/>
  </w:num>
  <w:num w:numId="349" w16cid:durableId="824591464">
    <w:abstractNumId w:val="63"/>
  </w:num>
  <w:num w:numId="350" w16cid:durableId="1184633262">
    <w:abstractNumId w:val="317"/>
  </w:num>
  <w:num w:numId="351" w16cid:durableId="780145026">
    <w:abstractNumId w:val="261"/>
  </w:num>
  <w:num w:numId="352" w16cid:durableId="66920279">
    <w:abstractNumId w:val="353"/>
  </w:num>
  <w:num w:numId="353" w16cid:durableId="1837989050">
    <w:abstractNumId w:val="172"/>
  </w:num>
  <w:num w:numId="354" w16cid:durableId="2128379856">
    <w:abstractNumId w:val="164"/>
  </w:num>
  <w:num w:numId="355" w16cid:durableId="1780757101">
    <w:abstractNumId w:val="161"/>
  </w:num>
  <w:num w:numId="356" w16cid:durableId="725642818">
    <w:abstractNumId w:val="134"/>
  </w:num>
  <w:num w:numId="357" w16cid:durableId="2117551619">
    <w:abstractNumId w:val="160"/>
  </w:num>
  <w:num w:numId="358" w16cid:durableId="1462385556">
    <w:abstractNumId w:val="2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4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9"/>
    <w:rsid w:val="00054768"/>
    <w:rsid w:val="000827D2"/>
    <w:rsid w:val="000B563B"/>
    <w:rsid w:val="000E75BA"/>
    <w:rsid w:val="0016102D"/>
    <w:rsid w:val="001736A9"/>
    <w:rsid w:val="0018408A"/>
    <w:rsid w:val="001B1D3E"/>
    <w:rsid w:val="001D403D"/>
    <w:rsid w:val="00223150"/>
    <w:rsid w:val="00230D21"/>
    <w:rsid w:val="00250E39"/>
    <w:rsid w:val="00260844"/>
    <w:rsid w:val="002A0BDA"/>
    <w:rsid w:val="002C2720"/>
    <w:rsid w:val="003D1C7C"/>
    <w:rsid w:val="003D2F86"/>
    <w:rsid w:val="003F2C61"/>
    <w:rsid w:val="003F484F"/>
    <w:rsid w:val="00417C30"/>
    <w:rsid w:val="00487D7A"/>
    <w:rsid w:val="004C2E44"/>
    <w:rsid w:val="004D03C2"/>
    <w:rsid w:val="005244D3"/>
    <w:rsid w:val="0053058B"/>
    <w:rsid w:val="005648B7"/>
    <w:rsid w:val="005A5452"/>
    <w:rsid w:val="005B74D1"/>
    <w:rsid w:val="006263AE"/>
    <w:rsid w:val="00651D8C"/>
    <w:rsid w:val="00663B59"/>
    <w:rsid w:val="006768E8"/>
    <w:rsid w:val="006C4F9C"/>
    <w:rsid w:val="007649FB"/>
    <w:rsid w:val="007D46DD"/>
    <w:rsid w:val="007D612A"/>
    <w:rsid w:val="00805AEC"/>
    <w:rsid w:val="00834868"/>
    <w:rsid w:val="00846F84"/>
    <w:rsid w:val="008764CC"/>
    <w:rsid w:val="00880F32"/>
    <w:rsid w:val="008A0FE8"/>
    <w:rsid w:val="00905A76"/>
    <w:rsid w:val="009310CC"/>
    <w:rsid w:val="0096288F"/>
    <w:rsid w:val="0096432B"/>
    <w:rsid w:val="009A36A3"/>
    <w:rsid w:val="00A05D2D"/>
    <w:rsid w:val="00A8593D"/>
    <w:rsid w:val="00AA00CB"/>
    <w:rsid w:val="00AC46FE"/>
    <w:rsid w:val="00AD1920"/>
    <w:rsid w:val="00B33C7C"/>
    <w:rsid w:val="00B449DA"/>
    <w:rsid w:val="00B72E9B"/>
    <w:rsid w:val="00B818C2"/>
    <w:rsid w:val="00B91C5C"/>
    <w:rsid w:val="00B9231C"/>
    <w:rsid w:val="00BC29B3"/>
    <w:rsid w:val="00BD20AD"/>
    <w:rsid w:val="00BD7756"/>
    <w:rsid w:val="00BE1FA1"/>
    <w:rsid w:val="00C163F9"/>
    <w:rsid w:val="00C264A6"/>
    <w:rsid w:val="00C41C91"/>
    <w:rsid w:val="00C50E88"/>
    <w:rsid w:val="00C56357"/>
    <w:rsid w:val="00C57DEE"/>
    <w:rsid w:val="00C65108"/>
    <w:rsid w:val="00C7299B"/>
    <w:rsid w:val="00C74014"/>
    <w:rsid w:val="00C860B0"/>
    <w:rsid w:val="00CB4DC4"/>
    <w:rsid w:val="00CD7BA6"/>
    <w:rsid w:val="00D01B12"/>
    <w:rsid w:val="00DA3181"/>
    <w:rsid w:val="00DD6E17"/>
    <w:rsid w:val="00DE4833"/>
    <w:rsid w:val="00DF7482"/>
    <w:rsid w:val="00E1791A"/>
    <w:rsid w:val="00E2573D"/>
    <w:rsid w:val="00E279E9"/>
    <w:rsid w:val="00E41DAE"/>
    <w:rsid w:val="00E7720D"/>
    <w:rsid w:val="00E92B9A"/>
    <w:rsid w:val="00EA1828"/>
    <w:rsid w:val="00EA6483"/>
    <w:rsid w:val="00EC4BF2"/>
    <w:rsid w:val="00ED0028"/>
    <w:rsid w:val="00EF22F2"/>
    <w:rsid w:val="00F04D8B"/>
    <w:rsid w:val="00F32EA0"/>
    <w:rsid w:val="00F62FD6"/>
    <w:rsid w:val="00FA087D"/>
    <w:rsid w:val="00FB0A55"/>
    <w:rsid w:val="00FB441D"/>
    <w:rsid w:val="00FC2C3C"/>
    <w:rsid w:val="00FE14CC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64A73"/>
  <w15:docId w15:val="{DD0E9728-BDAF-1D47-A485-4D72C900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paragraph" w:styleId="Heading1">
    <w:name w:val="heading 1"/>
    <w:basedOn w:val="Normal"/>
    <w:link w:val="Heading1Char"/>
    <w:uiPriority w:val="9"/>
    <w:qFormat/>
    <w:rsid w:val="00EF22F2"/>
    <w:pPr>
      <w:spacing w:before="120" w:after="360" w:line="192" w:lineRule="auto"/>
      <w:outlineLvl w:val="0"/>
    </w:pPr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styleId="Heading2">
    <w:name w:val="heading 2"/>
    <w:basedOn w:val="Normal"/>
    <w:link w:val="Heading2Char"/>
    <w:uiPriority w:val="9"/>
    <w:unhideWhenUsed/>
    <w:qFormat/>
    <w:rsid w:val="003F2C61"/>
    <w:pPr>
      <w:snapToGrid w:val="0"/>
      <w:spacing w:before="120" w:after="120"/>
      <w:outlineLvl w:val="1"/>
    </w:pPr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9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05A76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rsid w:val="00905A76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ascii="Verdana" w:eastAsia="Arial" w:hAnsi="Verdana" w:cs="Verdana"/>
      <w:b/>
      <w:lang w:val="en" w:eastAsia="en-PH"/>
    </w:rPr>
  </w:style>
  <w:style w:type="paragraph" w:styleId="Heading6">
    <w:name w:val="heading 6"/>
    <w:basedOn w:val="Normal"/>
    <w:next w:val="Normal"/>
    <w:link w:val="Heading6Char"/>
    <w:rsid w:val="00905A76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ascii="Verdana" w:eastAsia="Arial" w:hAnsi="Verdana" w:cs="Verdana"/>
      <w:b/>
      <w:sz w:val="20"/>
      <w:szCs w:val="20"/>
      <w:lang w:val="en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3F2C61"/>
    <w:pPr>
      <w:tabs>
        <w:tab w:val="right" w:leader="dot" w:pos="9746"/>
      </w:tabs>
      <w:spacing w:before="196"/>
      <w:ind w:left="473" w:hanging="200"/>
    </w:pPr>
    <w:rPr>
      <w:noProof/>
      <w:color w:val="005592" w:themeColor="text1"/>
      <w:szCs w:val="18"/>
    </w:rPr>
  </w:style>
  <w:style w:type="paragraph" w:styleId="TOC2">
    <w:name w:val="toc 2"/>
    <w:basedOn w:val="Normal"/>
    <w:uiPriority w:val="39"/>
    <w:qFormat/>
    <w:rsid w:val="005244D3"/>
    <w:pPr>
      <w:spacing w:before="197"/>
      <w:ind w:left="896" w:hanging="339"/>
    </w:pPr>
    <w:rPr>
      <w:sz w:val="21"/>
      <w:szCs w:val="18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link w:val="TitleChar"/>
    <w:qFormat/>
    <w:rsid w:val="006768E8"/>
    <w:pPr>
      <w:spacing w:before="379" w:line="1021" w:lineRule="exact"/>
      <w:ind w:left="330"/>
    </w:pPr>
    <w:rPr>
      <w:rFonts w:ascii="Oswald Medium" w:eastAsia="Oswald" w:hAnsi="Oswald Medium" w:cs="Oswald"/>
      <w:sz w:val="70"/>
      <w:szCs w:val="70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pPr>
      <w:spacing w:before="197"/>
      <w:ind w:left="896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E44"/>
    <w:rPr>
      <w:rFonts w:ascii="Poppins" w:eastAsia="Poppins" w:hAnsi="Poppins" w:cs="Poppins"/>
    </w:rPr>
  </w:style>
  <w:style w:type="paragraph" w:styleId="Footer">
    <w:name w:val="footer"/>
    <w:basedOn w:val="Normal"/>
    <w:link w:val="FooterChar"/>
    <w:uiPriority w:val="99"/>
    <w:unhideWhenUsed/>
    <w:rsid w:val="004C2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E44"/>
    <w:rPr>
      <w:rFonts w:ascii="Poppins" w:eastAsia="Poppins" w:hAnsi="Poppins" w:cs="Poppins"/>
    </w:rPr>
  </w:style>
  <w:style w:type="character" w:styleId="PageNumber">
    <w:name w:val="page number"/>
    <w:basedOn w:val="DefaultParagraphFont"/>
    <w:uiPriority w:val="99"/>
    <w:semiHidden/>
    <w:unhideWhenUsed/>
    <w:rsid w:val="004C2E44"/>
  </w:style>
  <w:style w:type="character" w:styleId="Hyperlink">
    <w:name w:val="Hyperlink"/>
    <w:basedOn w:val="DefaultParagraphFont"/>
    <w:uiPriority w:val="99"/>
    <w:unhideWhenUsed/>
    <w:rsid w:val="00E7720D"/>
    <w:rPr>
      <w:color w:val="00C2F7" w:themeColor="accent2"/>
      <w:u w:val="single"/>
    </w:rPr>
  </w:style>
  <w:style w:type="numbering" w:customStyle="1" w:styleId="CurrentList1">
    <w:name w:val="Current List1"/>
    <w:uiPriority w:val="99"/>
    <w:rsid w:val="006768E8"/>
    <w:pPr>
      <w:numPr>
        <w:numId w:val="4"/>
      </w:numPr>
    </w:pPr>
  </w:style>
  <w:style w:type="numbering" w:customStyle="1" w:styleId="CurrentList2">
    <w:name w:val="Current List2"/>
    <w:uiPriority w:val="99"/>
    <w:rsid w:val="006768E8"/>
    <w:pPr>
      <w:numPr>
        <w:numId w:val="5"/>
      </w:numPr>
    </w:pPr>
  </w:style>
  <w:style w:type="numbering" w:customStyle="1" w:styleId="CurrentList3">
    <w:name w:val="Current List3"/>
    <w:uiPriority w:val="99"/>
    <w:rsid w:val="006768E8"/>
    <w:pPr>
      <w:numPr>
        <w:numId w:val="6"/>
      </w:numPr>
    </w:pPr>
  </w:style>
  <w:style w:type="numbering" w:customStyle="1" w:styleId="CurrentList4">
    <w:name w:val="Current List4"/>
    <w:uiPriority w:val="99"/>
    <w:rsid w:val="006768E8"/>
    <w:pPr>
      <w:numPr>
        <w:numId w:val="7"/>
      </w:numPr>
    </w:pPr>
  </w:style>
  <w:style w:type="numbering" w:customStyle="1" w:styleId="CurrentList5">
    <w:name w:val="Current List5"/>
    <w:uiPriority w:val="99"/>
    <w:rsid w:val="006768E8"/>
    <w:pPr>
      <w:numPr>
        <w:numId w:val="8"/>
      </w:numPr>
    </w:pPr>
  </w:style>
  <w:style w:type="numbering" w:customStyle="1" w:styleId="CurrentList6">
    <w:name w:val="Current List6"/>
    <w:uiPriority w:val="99"/>
    <w:rsid w:val="006768E8"/>
    <w:pPr>
      <w:numPr>
        <w:numId w:val="9"/>
      </w:numPr>
    </w:pPr>
  </w:style>
  <w:style w:type="numbering" w:customStyle="1" w:styleId="CurrentList7">
    <w:name w:val="Current List7"/>
    <w:uiPriority w:val="99"/>
    <w:rsid w:val="006768E8"/>
    <w:pPr>
      <w:numPr>
        <w:numId w:val="10"/>
      </w:numPr>
    </w:pPr>
  </w:style>
  <w:style w:type="table" w:styleId="TableGrid">
    <w:name w:val="Table Grid"/>
    <w:basedOn w:val="TableNormal"/>
    <w:uiPriority w:val="39"/>
    <w:rsid w:val="00E27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Document">
    <w:name w:val="Name of Document"/>
    <w:basedOn w:val="Title"/>
    <w:qFormat/>
    <w:rsid w:val="00AA00CB"/>
    <w:rPr>
      <w:color w:val="FFFFFF"/>
      <w:w w:val="110"/>
    </w:rPr>
  </w:style>
  <w:style w:type="character" w:styleId="FootnoteReference">
    <w:name w:val="footnote reference"/>
    <w:basedOn w:val="DefaultParagraphFont"/>
    <w:uiPriority w:val="99"/>
    <w:rsid w:val="005244D3"/>
    <w:rPr>
      <w:rFonts w:ascii="Poppins" w:hAnsi="Poppins"/>
      <w:sz w:val="14"/>
      <w:vertAlign w:val="superscript"/>
    </w:rPr>
  </w:style>
  <w:style w:type="paragraph" w:customStyle="1" w:styleId="FootnotesFOOTNOTESitalicsareincharacterstyle">
    <w:name w:val="Footnotes (FOOTNOTES (italics are in character style))"/>
    <w:basedOn w:val="Normal"/>
    <w:autoRedefine/>
    <w:uiPriority w:val="99"/>
    <w:rsid w:val="00E7720D"/>
    <w:pPr>
      <w:adjustRightInd w:val="0"/>
      <w:spacing w:before="120" w:after="120" w:line="220" w:lineRule="atLeast"/>
      <w:ind w:left="90" w:hanging="90"/>
      <w:textAlignment w:val="center"/>
    </w:pPr>
    <w:rPr>
      <w:rFonts w:ascii="Poppins Light" w:eastAsiaTheme="minorHAnsi" w:hAnsi="Poppins Light" w:cs="TheSansLight-Plain"/>
      <w:color w:val="000000"/>
      <w:sz w:val="15"/>
      <w:szCs w:val="15"/>
    </w:rPr>
  </w:style>
  <w:style w:type="character" w:customStyle="1" w:styleId="Hyperlink1">
    <w:name w:val="Hyperlink1"/>
    <w:basedOn w:val="DefaultParagraphFont"/>
    <w:rsid w:val="005244D3"/>
    <w:rPr>
      <w:color w:val="45BFF2"/>
      <w:u w:val="single"/>
    </w:rPr>
  </w:style>
  <w:style w:type="paragraph" w:customStyle="1" w:styleId="IntroParagraph-Aptos">
    <w:name w:val="Intro Paragraph - Aptos"/>
    <w:basedOn w:val="Normal"/>
    <w:qFormat/>
    <w:rsid w:val="00651D8C"/>
    <w:pPr>
      <w:tabs>
        <w:tab w:val="left" w:pos="120"/>
      </w:tabs>
      <w:suppressAutoHyphens/>
      <w:adjustRightInd w:val="0"/>
      <w:spacing w:before="240" w:after="240" w:line="264" w:lineRule="auto"/>
      <w:textAlignment w:val="center"/>
    </w:pPr>
    <w:rPr>
      <w:rFonts w:ascii="Aptos" w:eastAsia="Cambria" w:hAnsi="Aptos" w:cs="TheSansLight-Plain"/>
      <w:color w:val="45BFF2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2C61"/>
    <w:rPr>
      <w:rFonts w:ascii="Aptos SemiBold" w:eastAsia="Aptos SemiBold" w:hAnsi="Aptos SemiBold" w:cs="Aptos SemiBold"/>
      <w:b/>
      <w:bCs/>
      <w:color w:val="00C2F7" w:themeColor="accent2"/>
      <w:sz w:val="36"/>
      <w:szCs w:val="32"/>
    </w:rPr>
  </w:style>
  <w:style w:type="paragraph" w:customStyle="1" w:styleId="BodyFont-Poppins">
    <w:name w:val="Body Font - Poppins"/>
    <w:basedOn w:val="Normal"/>
    <w:qFormat/>
    <w:rsid w:val="005244D3"/>
    <w:pPr>
      <w:tabs>
        <w:tab w:val="left" w:pos="120"/>
      </w:tabs>
      <w:suppressAutoHyphens/>
      <w:adjustRightInd w:val="0"/>
      <w:spacing w:after="130" w:line="262" w:lineRule="atLeast"/>
      <w:jc w:val="both"/>
      <w:textAlignment w:val="center"/>
    </w:pPr>
    <w:rPr>
      <w:rFonts w:eastAsia="Cambria" w:cs="TheSansLight-Plain"/>
      <w:color w:val="000000"/>
      <w:szCs w:val="19"/>
    </w:rPr>
  </w:style>
  <w:style w:type="table" w:styleId="TableGridLight">
    <w:name w:val="Grid Table Light"/>
    <w:basedOn w:val="TableNormal"/>
    <w:uiPriority w:val="40"/>
    <w:rsid w:val="00EA18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EA182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1828"/>
    <w:tblPr>
      <w:tblStyleRowBandSize w:val="1"/>
      <w:tblStyleColBandSize w:val="1"/>
      <w:tblBorders>
        <w:top w:val="single" w:sz="4" w:space="0" w:color="48B2FF" w:themeColor="text1" w:themeTint="80"/>
        <w:bottom w:val="single" w:sz="4" w:space="0" w:color="48B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48B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2Vert">
      <w:tblPr/>
      <w:tcPr>
        <w:tcBorders>
          <w:left w:val="single" w:sz="4" w:space="0" w:color="48B2FF" w:themeColor="text1" w:themeTint="80"/>
          <w:right w:val="single" w:sz="4" w:space="0" w:color="48B2FF" w:themeColor="text1" w:themeTint="80"/>
        </w:tcBorders>
      </w:tcPr>
    </w:tblStylePr>
    <w:tblStylePr w:type="band1Horz">
      <w:tblPr/>
      <w:tcPr>
        <w:tcBorders>
          <w:top w:val="single" w:sz="4" w:space="0" w:color="48B2FF" w:themeColor="text1" w:themeTint="80"/>
          <w:bottom w:val="single" w:sz="4" w:space="0" w:color="48B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182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48B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48B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2">
    <w:name w:val="Grid Table 5 Dark Accent 2"/>
    <w:basedOn w:val="TableNormal"/>
    <w:uiPriority w:val="50"/>
    <w:rsid w:val="00EA18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3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C2F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C2F7" w:themeFill="accent2"/>
      </w:tcPr>
    </w:tblStylePr>
    <w:tblStylePr w:type="band1Vert">
      <w:tblPr/>
      <w:tcPr>
        <w:shd w:val="clear" w:color="auto" w:fill="95E8FF" w:themeFill="accent2" w:themeFillTint="66"/>
      </w:tcPr>
    </w:tblStylePr>
    <w:tblStylePr w:type="band1Horz">
      <w:tblPr/>
      <w:tcPr>
        <w:shd w:val="clear" w:color="auto" w:fill="95E8FF" w:themeFill="accent2" w:themeFillTint="66"/>
      </w:tcPr>
    </w:tblStylePr>
  </w:style>
  <w:style w:type="paragraph" w:customStyle="1" w:styleId="00LocationandYearTITLEPAGE">
    <w:name w:val="00_Location and Year (TITLE PAGE)"/>
    <w:basedOn w:val="Normal"/>
    <w:autoRedefine/>
    <w:uiPriority w:val="99"/>
    <w:rsid w:val="00DA3181"/>
    <w:pPr>
      <w:suppressAutoHyphens/>
      <w:adjustRightInd w:val="0"/>
      <w:spacing w:after="40" w:line="300" w:lineRule="atLeast"/>
      <w:textAlignment w:val="center"/>
    </w:pPr>
    <w:rPr>
      <w:rFonts w:ascii="Calibri" w:eastAsiaTheme="minorHAnsi" w:hAnsi="Calibri" w:cs="Oswa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22F2"/>
    <w:rPr>
      <w:rFonts w:ascii="Oswald Medium" w:eastAsia="Oswald" w:hAnsi="Oswald Medium" w:cs="Oswald"/>
      <w:caps/>
      <w:color w:val="00548E" w:themeColor="accent1"/>
      <w:sz w:val="48"/>
      <w:szCs w:val="48"/>
      <w:lang w:val="en-GB"/>
    </w:rPr>
  </w:style>
  <w:style w:type="paragraph" w:customStyle="1" w:styleId="BulletedList">
    <w:name w:val="Bulleted List"/>
    <w:basedOn w:val="BodyFont-Poppins"/>
    <w:qFormat/>
    <w:rsid w:val="00E7720D"/>
    <w:pPr>
      <w:numPr>
        <w:numId w:val="16"/>
      </w:numPr>
    </w:pPr>
    <w:rPr>
      <w:szCs w:val="22"/>
    </w:rPr>
  </w:style>
  <w:style w:type="paragraph" w:customStyle="1" w:styleId="Newnormal">
    <w:name w:val="New normal"/>
    <w:basedOn w:val="Normal"/>
    <w:rsid w:val="00E7720D"/>
    <w:pPr>
      <w:numPr>
        <w:numId w:val="17"/>
      </w:numPr>
    </w:pPr>
  </w:style>
  <w:style w:type="paragraph" w:customStyle="1" w:styleId="NumberedList">
    <w:name w:val="Numbered List"/>
    <w:basedOn w:val="BodyFont-Poppins"/>
    <w:qFormat/>
    <w:rsid w:val="00E7720D"/>
    <w:pPr>
      <w:numPr>
        <w:numId w:val="21"/>
      </w:numPr>
    </w:pPr>
  </w:style>
  <w:style w:type="character" w:customStyle="1" w:styleId="ListParagraphChar">
    <w:name w:val="List Paragraph Char"/>
    <w:aliases w:val="Numbering Char"/>
    <w:basedOn w:val="DefaultParagraphFont"/>
    <w:link w:val="ListParagraph"/>
    <w:uiPriority w:val="34"/>
    <w:locked/>
    <w:rsid w:val="00E7720D"/>
    <w:rPr>
      <w:rFonts w:ascii="Poppins" w:eastAsia="Poppins" w:hAnsi="Poppins" w:cs="Poppins"/>
    </w:rPr>
  </w:style>
  <w:style w:type="paragraph" w:styleId="FootnoteText">
    <w:name w:val="footnote text"/>
    <w:basedOn w:val="Normal"/>
    <w:link w:val="FootnoteTextChar"/>
    <w:uiPriority w:val="99"/>
    <w:unhideWhenUsed/>
    <w:rsid w:val="00EC4BF2"/>
    <w:rPr>
      <w:rFonts w:ascii="Aptos" w:hAnsi="Aptos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4BF2"/>
    <w:rPr>
      <w:rFonts w:ascii="Aptos" w:eastAsia="Poppins" w:hAnsi="Aptos" w:cs="Poppins"/>
      <w:sz w:val="18"/>
      <w:szCs w:val="18"/>
    </w:rPr>
  </w:style>
  <w:style w:type="paragraph" w:customStyle="1" w:styleId="ParagraphHeader-Aptos">
    <w:name w:val="Paragraph Header - Aptos"/>
    <w:basedOn w:val="Normal"/>
    <w:qFormat/>
    <w:rsid w:val="00E7720D"/>
    <w:pPr>
      <w:keepNext/>
      <w:keepLines/>
      <w:widowControl/>
      <w:suppressAutoHyphens/>
      <w:autoSpaceDE/>
      <w:autoSpaceDN/>
      <w:spacing w:before="240" w:after="240"/>
      <w:ind w:right="-28"/>
      <w:outlineLvl w:val="0"/>
    </w:pPr>
    <w:rPr>
      <w:rFonts w:asciiTheme="minorHAnsi" w:eastAsia="Times New Roman" w:hAnsiTheme="minorHAnsi" w:cs="Times New Roman"/>
      <w:bCs/>
      <w:color w:val="45BFF2"/>
      <w:sz w:val="28"/>
      <w:szCs w:val="28"/>
      <w:lang w:val="en-GB"/>
    </w:rPr>
  </w:style>
  <w:style w:type="paragraph" w:customStyle="1" w:styleId="BoxTitle">
    <w:name w:val="Box Title"/>
    <w:qFormat/>
    <w:rsid w:val="00C65108"/>
    <w:rPr>
      <w:rFonts w:ascii="Poppins" w:eastAsia="Cambria" w:hAnsi="Poppins" w:cs="TheSansLight-Plain"/>
      <w:b/>
      <w:bCs/>
      <w:color w:val="00C2F7" w:themeColor="accent2"/>
      <w:sz w:val="21"/>
      <w:szCs w:val="21"/>
    </w:rPr>
  </w:style>
  <w:style w:type="paragraph" w:customStyle="1" w:styleId="Boxedtext">
    <w:name w:val="Boxed text"/>
    <w:basedOn w:val="BodyFont-Poppins"/>
    <w:qFormat/>
    <w:rsid w:val="00C65108"/>
    <w:pPr>
      <w:spacing w:before="240" w:line="288" w:lineRule="auto"/>
      <w:jc w:val="left"/>
    </w:pPr>
    <w:rPr>
      <w:rFonts w:ascii="Aptos Light" w:hAnsi="Aptos Light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BC29B3"/>
    <w:rPr>
      <w:rFonts w:asciiTheme="majorHAnsi" w:eastAsiaTheme="majorEastAsia" w:hAnsiTheme="majorHAnsi" w:cstheme="majorBidi"/>
      <w:color w:val="002946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0827D2"/>
    <w:pPr>
      <w:widowControl/>
      <w:autoSpaceDE/>
      <w:autoSpaceDN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qFormat/>
    <w:rsid w:val="000827D2"/>
    <w:pPr>
      <w:widowControl/>
      <w:autoSpaceDE/>
      <w:autoSpaceDN/>
      <w:spacing w:line="259" w:lineRule="auto"/>
      <w:contextualSpacing/>
    </w:pPr>
    <w:rPr>
      <w:rFonts w:ascii="Aptos Light" w:eastAsia="Times New Roman" w:hAnsi="Aptos Light" w:cs="Arial"/>
      <w:kern w:val="2"/>
      <w:sz w:val="18"/>
      <w:szCs w:val="18"/>
      <w:lang w:val="en-GB"/>
      <w14:ligatures w14:val="standardContextual"/>
    </w:rPr>
  </w:style>
  <w:style w:type="paragraph" w:customStyle="1" w:styleId="Tableheaderrow">
    <w:name w:val="Table header row"/>
    <w:basedOn w:val="Tablecelltext"/>
    <w:qFormat/>
    <w:rsid w:val="000827D2"/>
    <w:rPr>
      <w:rFonts w:ascii="Aptos" w:hAnsi="Aptos"/>
      <w:b/>
      <w:bCs/>
      <w:color w:val="FFFFFF" w:themeColor="background1"/>
    </w:rPr>
  </w:style>
  <w:style w:type="table" w:customStyle="1" w:styleId="TableGrid2">
    <w:name w:val="Table Grid2"/>
    <w:basedOn w:val="TableNormal"/>
    <w:next w:val="TableGrid"/>
    <w:uiPriority w:val="39"/>
    <w:rsid w:val="00880F3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A0BDA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EC4BF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63B59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DF7482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05A76"/>
    <w:rPr>
      <w:rFonts w:asciiTheme="majorHAnsi" w:eastAsiaTheme="majorEastAsia" w:hAnsiTheme="majorHAnsi" w:cstheme="majorBidi"/>
      <w:i/>
      <w:iCs/>
      <w:color w:val="003E6A" w:themeColor="accent1" w:themeShade="BF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905A76"/>
    <w:rPr>
      <w:rFonts w:ascii="Verdana" w:eastAsia="Arial" w:hAnsi="Verdana" w:cs="Verdana"/>
      <w:b/>
      <w:lang w:val="en" w:eastAsia="en-PH"/>
    </w:rPr>
  </w:style>
  <w:style w:type="character" w:customStyle="1" w:styleId="Heading6Char">
    <w:name w:val="Heading 6 Char"/>
    <w:basedOn w:val="DefaultParagraphFont"/>
    <w:link w:val="Heading6"/>
    <w:rsid w:val="00905A76"/>
    <w:rPr>
      <w:rFonts w:ascii="Verdana" w:eastAsia="Arial" w:hAnsi="Verdana" w:cs="Verdana"/>
      <w:b/>
      <w:sz w:val="20"/>
      <w:szCs w:val="20"/>
      <w:lang w:val="en" w:eastAsia="en-PH"/>
    </w:rPr>
  </w:style>
  <w:style w:type="paragraph" w:styleId="CommentText">
    <w:name w:val="annotation text"/>
    <w:basedOn w:val="Normal"/>
    <w:link w:val="CommentTextChar"/>
    <w:uiPriority w:val="99"/>
    <w:unhideWhenUsed/>
    <w:rsid w:val="00905A76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en-P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5A76"/>
    <w:rPr>
      <w:rFonts w:eastAsiaTheme="minorEastAsia"/>
      <w:sz w:val="20"/>
      <w:szCs w:val="20"/>
      <w:lang w:val="en-PH"/>
    </w:rPr>
  </w:style>
  <w:style w:type="character" w:styleId="CommentReference">
    <w:name w:val="annotation reference"/>
    <w:basedOn w:val="DefaultParagraphFont"/>
    <w:uiPriority w:val="99"/>
    <w:semiHidden/>
    <w:unhideWhenUsed/>
    <w:rsid w:val="00905A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A76"/>
    <w:rPr>
      <w:rFonts w:eastAsiaTheme="minorEastAsia"/>
      <w:b/>
      <w:bCs/>
      <w:sz w:val="20"/>
      <w:szCs w:val="20"/>
      <w:lang w:val="en-PH"/>
    </w:rPr>
  </w:style>
  <w:style w:type="character" w:styleId="UnresolvedMention">
    <w:name w:val="Unresolved Mention"/>
    <w:basedOn w:val="DefaultParagraphFont"/>
    <w:uiPriority w:val="99"/>
    <w:unhideWhenUsed/>
    <w:rsid w:val="00905A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5A76"/>
    <w:rPr>
      <w:color w:val="45BEF1" w:themeColor="followedHyperlink"/>
      <w:u w:val="single"/>
    </w:rPr>
  </w:style>
  <w:style w:type="paragraph" w:styleId="Revision">
    <w:name w:val="Revision"/>
    <w:hidden/>
    <w:uiPriority w:val="99"/>
    <w:semiHidden/>
    <w:rsid w:val="00905A76"/>
    <w:pPr>
      <w:widowControl/>
      <w:autoSpaceDE/>
      <w:autoSpaceDN/>
    </w:pPr>
    <w:rPr>
      <w:sz w:val="24"/>
      <w:szCs w:val="24"/>
      <w:lang w:val="en-GB"/>
    </w:rPr>
  </w:style>
  <w:style w:type="paragraph" w:customStyle="1" w:styleId="Default">
    <w:name w:val="Default"/>
    <w:rsid w:val="00905A76"/>
    <w:pPr>
      <w:widowControl/>
      <w:adjustRightInd w:val="0"/>
    </w:pPr>
    <w:rPr>
      <w:rFonts w:ascii="Arial" w:hAnsi="Arial" w:cs="Arial"/>
      <w:color w:val="000000"/>
      <w:sz w:val="24"/>
      <w:szCs w:val="24"/>
      <w:lang w:val="nb-NO"/>
    </w:rPr>
  </w:style>
  <w:style w:type="table" w:customStyle="1" w:styleId="55">
    <w:name w:val="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905A76"/>
    <w:rPr>
      <w:rFonts w:ascii="Oswald Medium" w:eastAsia="Oswald" w:hAnsi="Oswald Medium" w:cs="Oswald"/>
      <w:sz w:val="70"/>
      <w:szCs w:val="70"/>
    </w:rPr>
  </w:style>
  <w:style w:type="paragraph" w:customStyle="1" w:styleId="BodytextQA">
    <w:name w:val="Body text QA"/>
    <w:basedOn w:val="Normal"/>
    <w:link w:val="BodytextQAChar"/>
    <w:rsid w:val="00905A76"/>
    <w:pPr>
      <w:widowControl/>
      <w:tabs>
        <w:tab w:val="left" w:pos="0"/>
      </w:tabs>
      <w:autoSpaceDE/>
      <w:autoSpaceDN/>
      <w:spacing w:before="120" w:after="120" w:line="360" w:lineRule="auto"/>
      <w:jc w:val="both"/>
      <w:outlineLvl w:val="0"/>
    </w:pPr>
    <w:rPr>
      <w:rFonts w:ascii="Times New Roman" w:eastAsia="MS Mincho" w:hAnsi="Times New Roman" w:cs="Angsana New"/>
      <w:sz w:val="24"/>
      <w:szCs w:val="24"/>
      <w:lang w:val="en-GB"/>
    </w:rPr>
  </w:style>
  <w:style w:type="character" w:customStyle="1" w:styleId="BodytextQAChar">
    <w:name w:val="Body text QA Char"/>
    <w:link w:val="BodytextQA"/>
    <w:rsid w:val="00905A76"/>
    <w:rPr>
      <w:rFonts w:ascii="Times New Roman" w:eastAsia="MS Mincho" w:hAnsi="Times New Roman" w:cs="Angsana New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A76"/>
    <w:pPr>
      <w:widowControl/>
      <w:autoSpaceDE/>
      <w:autoSpaceDN/>
    </w:pPr>
    <w:rPr>
      <w:rFonts w:ascii="Segoe UI" w:eastAsia="Arial" w:hAnsi="Segoe UI" w:cs="Segoe UI"/>
      <w:sz w:val="18"/>
      <w:szCs w:val="18"/>
      <w:lang w:val="en" w:eastAsia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A76"/>
    <w:rPr>
      <w:rFonts w:ascii="Segoe UI" w:eastAsia="Arial" w:hAnsi="Segoe UI" w:cs="Segoe UI"/>
      <w:sz w:val="18"/>
      <w:szCs w:val="18"/>
      <w:lang w:val="en" w:eastAsia="en-PH"/>
    </w:rPr>
  </w:style>
  <w:style w:type="table" w:customStyle="1" w:styleId="1">
    <w:name w:val="1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905A76"/>
    <w:pPr>
      <w:widowControl/>
      <w:autoSpaceDE/>
      <w:autoSpaceDN/>
      <w:spacing w:line="276" w:lineRule="auto"/>
    </w:pPr>
    <w:rPr>
      <w:rFonts w:ascii="Arial" w:eastAsia="Arial" w:hAnsi="Arial" w:cs="Arial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905A76"/>
    <w:pPr>
      <w:keepNext/>
      <w:keepLines/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caps w:val="0"/>
      <w:color w:val="003E6A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05A76"/>
    <w:pPr>
      <w:widowControl/>
      <w:tabs>
        <w:tab w:val="left" w:pos="1710"/>
        <w:tab w:val="right" w:leader="dot" w:pos="8657"/>
      </w:tabs>
      <w:autoSpaceDE/>
      <w:autoSpaceDN/>
      <w:spacing w:line="276" w:lineRule="auto"/>
      <w:ind w:left="9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4">
    <w:name w:val="toc 4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6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5">
    <w:name w:val="toc 5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88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6">
    <w:name w:val="toc 6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10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7">
    <w:name w:val="toc 7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32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8">
    <w:name w:val="toc 8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54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TOC9">
    <w:name w:val="toc 9"/>
    <w:basedOn w:val="Normal"/>
    <w:next w:val="Normal"/>
    <w:autoRedefine/>
    <w:uiPriority w:val="39"/>
    <w:unhideWhenUsed/>
    <w:rsid w:val="00905A76"/>
    <w:pPr>
      <w:widowControl/>
      <w:autoSpaceDE/>
      <w:autoSpaceDN/>
      <w:spacing w:line="276" w:lineRule="auto"/>
      <w:ind w:left="1760"/>
    </w:pPr>
    <w:rPr>
      <w:rFonts w:asciiTheme="minorHAnsi" w:eastAsia="Arial" w:hAnsiTheme="minorHAnsi" w:cs="Verdana"/>
      <w:sz w:val="20"/>
      <w:szCs w:val="20"/>
      <w:lang w:val="en" w:eastAsia="en-PH"/>
    </w:rPr>
  </w:style>
  <w:style w:type="paragraph" w:styleId="NoSpacing">
    <w:name w:val="No Spacing"/>
    <w:link w:val="NoSpacingChar"/>
    <w:uiPriority w:val="1"/>
    <w:qFormat/>
    <w:rsid w:val="00905A76"/>
    <w:pPr>
      <w:widowControl/>
      <w:autoSpaceDE/>
      <w:autoSpaceDN/>
    </w:pPr>
    <w:rPr>
      <w:rFonts w:ascii="Verdana" w:eastAsia="Arial" w:hAnsi="Verdana" w:cs="Verdana"/>
      <w:lang w:val="en" w:eastAsia="en-PH"/>
    </w:rPr>
  </w:style>
  <w:style w:type="character" w:styleId="LineNumber">
    <w:name w:val="line number"/>
    <w:basedOn w:val="DefaultParagraphFont"/>
    <w:uiPriority w:val="99"/>
    <w:semiHidden/>
    <w:unhideWhenUsed/>
    <w:rsid w:val="00905A76"/>
  </w:style>
  <w:style w:type="paragraph" w:customStyle="1" w:styleId="font5">
    <w:name w:val="font5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color w:val="FFFFFF"/>
      <w:sz w:val="20"/>
      <w:szCs w:val="20"/>
      <w:lang w:val="en" w:eastAsia="en-PH"/>
    </w:rPr>
  </w:style>
  <w:style w:type="paragraph" w:customStyle="1" w:styleId="font6">
    <w:name w:val="font6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lang w:val="en" w:eastAsia="en-PH"/>
    </w:rPr>
  </w:style>
  <w:style w:type="paragraph" w:customStyle="1" w:styleId="font7">
    <w:name w:val="font7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FFFFFF"/>
      <w:sz w:val="20"/>
      <w:szCs w:val="20"/>
      <w:lang w:val="en" w:eastAsia="en-PH"/>
    </w:rPr>
  </w:style>
  <w:style w:type="paragraph" w:customStyle="1" w:styleId="font8">
    <w:name w:val="font8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lang w:val="en" w:eastAsia="en-PH"/>
    </w:rPr>
  </w:style>
  <w:style w:type="paragraph" w:customStyle="1" w:styleId="font9">
    <w:name w:val="font9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lang w:val="en" w:eastAsia="en-PH"/>
    </w:rPr>
  </w:style>
  <w:style w:type="paragraph" w:customStyle="1" w:styleId="font10">
    <w:name w:val="font10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b/>
      <w:bCs/>
      <w:sz w:val="20"/>
      <w:szCs w:val="20"/>
      <w:u w:val="single"/>
      <w:lang w:val="en" w:eastAsia="en-PH"/>
    </w:rPr>
  </w:style>
  <w:style w:type="paragraph" w:customStyle="1" w:styleId="font11">
    <w:name w:val="font11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i/>
      <w:iCs/>
      <w:sz w:val="20"/>
      <w:szCs w:val="20"/>
      <w:u w:val="single"/>
      <w:lang w:val="en" w:eastAsia="en-PH"/>
    </w:rPr>
  </w:style>
  <w:style w:type="paragraph" w:customStyle="1" w:styleId="font12">
    <w:name w:val="font12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0"/>
      <w:szCs w:val="20"/>
      <w:u w:val="single"/>
      <w:lang w:val="en" w:eastAsia="en-PH"/>
    </w:rPr>
  </w:style>
  <w:style w:type="paragraph" w:customStyle="1" w:styleId="xl67">
    <w:name w:val="xl6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68">
    <w:name w:val="xl68"/>
    <w:basedOn w:val="Normal"/>
    <w:rsid w:val="00905A76"/>
    <w:pPr>
      <w:widowControl/>
      <w:pBdr>
        <w:top w:val="single" w:sz="4" w:space="0" w:color="3F3F3F"/>
        <w:left w:val="single" w:sz="4" w:space="0" w:color="3F3F3F"/>
        <w:bottom w:val="single" w:sz="4" w:space="0" w:color="3F3F3F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69">
    <w:name w:val="xl6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0">
    <w:name w:val="xl7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47977E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xl71">
    <w:name w:val="xl71"/>
    <w:basedOn w:val="Normal"/>
    <w:rsid w:val="00905A76"/>
    <w:pPr>
      <w:widowControl/>
      <w:pBdr>
        <w:top w:val="single" w:sz="4" w:space="0" w:color="7F7F7F"/>
        <w:left w:val="single" w:sz="4" w:space="0" w:color="7F7F7F"/>
        <w:bottom w:val="single" w:sz="4" w:space="0" w:color="7F7F7F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2">
    <w:name w:val="xl7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3">
    <w:name w:val="xl73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4">
    <w:name w:val="xl74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5">
    <w:name w:val="xl75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6">
    <w:name w:val="xl76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jc w:val="center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77">
    <w:name w:val="xl77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color w:val="000000"/>
      <w:sz w:val="24"/>
      <w:szCs w:val="24"/>
      <w:lang w:val="en" w:eastAsia="en-PH"/>
    </w:rPr>
  </w:style>
  <w:style w:type="paragraph" w:customStyle="1" w:styleId="xl78">
    <w:name w:val="xl78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79">
    <w:name w:val="xl79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0">
    <w:name w:val="xl80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FFFFFF" w:fill="FFFFFF"/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b/>
      <w:bCs/>
      <w:sz w:val="24"/>
      <w:szCs w:val="24"/>
      <w:lang w:val="en" w:eastAsia="en-PH"/>
    </w:rPr>
  </w:style>
  <w:style w:type="paragraph" w:customStyle="1" w:styleId="xl81">
    <w:name w:val="xl81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autoSpaceDE/>
      <w:autoSpaceDN/>
      <w:spacing w:before="100" w:beforeAutospacing="1" w:after="100" w:afterAutospacing="1"/>
      <w:textAlignment w:val="top"/>
    </w:pPr>
    <w:rPr>
      <w:rFonts w:ascii="Century Gothic" w:eastAsia="Times New Roman" w:hAnsi="Century Gothic" w:cs="Times New Roman"/>
      <w:sz w:val="24"/>
      <w:szCs w:val="24"/>
      <w:lang w:val="en" w:eastAsia="en-PH"/>
    </w:rPr>
  </w:style>
  <w:style w:type="paragraph" w:customStyle="1" w:styleId="xl82">
    <w:name w:val="xl82"/>
    <w:basedOn w:val="Normal"/>
    <w:rsid w:val="00905A76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47977E" w:fill="203764"/>
      <w:autoSpaceDE/>
      <w:autoSpaceDN/>
      <w:spacing w:before="100" w:beforeAutospacing="1" w:after="100" w:afterAutospacing="1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val="en" w:eastAsia="en-PH"/>
    </w:rPr>
  </w:style>
  <w:style w:type="paragraph" w:customStyle="1" w:styleId="Normal1">
    <w:name w:val="Normal1"/>
    <w:rsid w:val="00905A76"/>
    <w:pPr>
      <w:widowControl/>
      <w:autoSpaceDE/>
      <w:autoSpaceDN/>
      <w:spacing w:line="256" w:lineRule="auto"/>
    </w:pPr>
    <w:rPr>
      <w:rFonts w:ascii="Calibri" w:eastAsia="Calibri" w:hAnsi="Calibri" w:cs="Calibri"/>
      <w:lang w:val="en" w:eastAsia="en-PH"/>
    </w:rPr>
  </w:style>
  <w:style w:type="paragraph" w:customStyle="1" w:styleId="msonormal0">
    <w:name w:val="msonormal"/>
    <w:basedOn w:val="Normal"/>
    <w:rsid w:val="00905A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" w:eastAsia="en-PH"/>
    </w:rPr>
  </w:style>
  <w:style w:type="paragraph" w:customStyle="1" w:styleId="xl66">
    <w:name w:val="xl66"/>
    <w:basedOn w:val="Normal"/>
    <w:rsid w:val="00905A76"/>
    <w:pPr>
      <w:widowControl/>
      <w:shd w:val="clear" w:color="000000" w:fill="808080"/>
      <w:autoSpaceDE/>
      <w:autoSpaceDN/>
      <w:spacing w:before="100" w:beforeAutospacing="1" w:after="100" w:afterAutospacing="1"/>
    </w:pPr>
    <w:rPr>
      <w:rFonts w:ascii="Century Gothic" w:eastAsia="Times New Roman" w:hAnsi="Century Gothic" w:cs="Times New Roman"/>
      <w:sz w:val="18"/>
      <w:szCs w:val="18"/>
      <w:lang w:val="en" w:eastAsia="en-PH"/>
    </w:rPr>
  </w:style>
  <w:style w:type="paragraph" w:styleId="Subtitle">
    <w:name w:val="Subtitle"/>
    <w:basedOn w:val="Normal"/>
    <w:next w:val="Normal"/>
    <w:link w:val="SubtitleChar"/>
    <w:rsid w:val="00905A76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character" w:customStyle="1" w:styleId="SubtitleChar">
    <w:name w:val="Subtitle Char"/>
    <w:basedOn w:val="DefaultParagraphFont"/>
    <w:link w:val="Subtitle"/>
    <w:rsid w:val="00905A76"/>
    <w:rPr>
      <w:rFonts w:ascii="Georgia" w:eastAsia="Georgia" w:hAnsi="Georgia" w:cs="Georgia"/>
      <w:i/>
      <w:color w:val="666666"/>
      <w:sz w:val="48"/>
      <w:szCs w:val="48"/>
      <w:lang w:val="en" w:eastAsia="en-PH"/>
    </w:rPr>
  </w:style>
  <w:style w:type="table" w:customStyle="1" w:styleId="163">
    <w:name w:val="16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2">
    <w:name w:val="16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1">
    <w:name w:val="16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0">
    <w:name w:val="16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9">
    <w:name w:val="15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8">
    <w:name w:val="15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7">
    <w:name w:val="15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6">
    <w:name w:val="1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5">
    <w:name w:val="15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4">
    <w:name w:val="1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3">
    <w:name w:val="1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2">
    <w:name w:val="1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9">
    <w:name w:val="14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8">
    <w:name w:val="14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7">
    <w:name w:val="14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6">
    <w:name w:val="14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5">
    <w:name w:val="14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4">
    <w:name w:val="14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3">
    <w:name w:val="14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2">
    <w:name w:val="14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1">
    <w:name w:val="14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9">
    <w:name w:val="13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8">
    <w:name w:val="13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7">
    <w:name w:val="13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6">
    <w:name w:val="13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5">
    <w:name w:val="13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4">
    <w:name w:val="13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3">
    <w:name w:val="13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2">
    <w:name w:val="13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9">
    <w:name w:val="12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8">
    <w:name w:val="12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7">
    <w:name w:val="12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6">
    <w:name w:val="12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5">
    <w:name w:val="1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4">
    <w:name w:val="1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3">
    <w:name w:val="1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2">
    <w:name w:val="1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1">
    <w:name w:val="1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9">
    <w:name w:val="1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8">
    <w:name w:val="1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7">
    <w:name w:val="1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6">
    <w:name w:val="1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5">
    <w:name w:val="1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4">
    <w:name w:val="1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3">
    <w:name w:val="1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2">
    <w:name w:val="1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9">
    <w:name w:val="10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8">
    <w:name w:val="10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7">
    <w:name w:val="10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6">
    <w:name w:val="10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5">
    <w:name w:val="10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4">
    <w:name w:val="10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3">
    <w:name w:val="10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1">
    <w:name w:val="10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9">
    <w:name w:val="9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8">
    <w:name w:val="9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7">
    <w:name w:val="9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6">
    <w:name w:val="9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5">
    <w:name w:val="9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4">
    <w:name w:val="9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2">
    <w:name w:val="92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1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0">
    <w:name w:val="90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9">
    <w:name w:val="89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8">
    <w:name w:val="88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7">
    <w:name w:val="87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6">
    <w:name w:val="86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5">
    <w:name w:val="85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4">
    <w:name w:val="84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3"/>
    <w:basedOn w:val="TableNormal"/>
    <w:rsid w:val="00905A76"/>
    <w:pPr>
      <w:widowControl/>
      <w:autoSpaceDE/>
      <w:autoSpaceDN/>
      <w:spacing w:line="276" w:lineRule="auto"/>
    </w:pPr>
    <w:rPr>
      <w:rFonts w:ascii="Verdana" w:eastAsia="Verdana" w:hAnsi="Verdana" w:cs="Verdana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2">
    <w:name w:val="8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1">
    <w:name w:val="8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0">
    <w:name w:val="8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9">
    <w:name w:val="7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8">
    <w:name w:val="7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7">
    <w:name w:val="7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6">
    <w:name w:val="7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4">
    <w:name w:val="7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3">
    <w:name w:val="7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2">
    <w:name w:val="7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0">
    <w:name w:val="7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9">
    <w:name w:val="6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8">
    <w:name w:val="6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7">
    <w:name w:val="6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5">
    <w:name w:val="6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4">
    <w:name w:val="6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3">
    <w:name w:val="6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2">
    <w:name w:val="6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9">
    <w:name w:val="5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8">
    <w:name w:val="5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7">
    <w:name w:val="5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4">
    <w:name w:val="5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3">
    <w:name w:val="5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2">
    <w:name w:val="5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05A76"/>
    <w:pPr>
      <w:widowControl/>
      <w:autoSpaceDE/>
      <w:autoSpaceDN/>
    </w:pPr>
    <w:rPr>
      <w:rFonts w:ascii="Inter" w:eastAsia="Inter" w:hAnsi="Inter" w:cs="Inter"/>
      <w:lang w:val="en" w:eastAsia="en-P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Style7">
    <w:name w:val="Style7"/>
    <w:uiPriority w:val="99"/>
    <w:rsid w:val="00905A76"/>
    <w:pPr>
      <w:numPr>
        <w:numId w:val="76"/>
      </w:numPr>
    </w:pPr>
  </w:style>
  <w:style w:type="numbering" w:customStyle="1" w:styleId="Style8">
    <w:name w:val="Style8"/>
    <w:uiPriority w:val="99"/>
    <w:rsid w:val="00905A76"/>
    <w:pPr>
      <w:numPr>
        <w:numId w:val="77"/>
      </w:numPr>
    </w:pPr>
  </w:style>
  <w:style w:type="character" w:customStyle="1" w:styleId="NoSpacingChar">
    <w:name w:val="No Spacing Char"/>
    <w:link w:val="NoSpacing"/>
    <w:uiPriority w:val="1"/>
    <w:rsid w:val="00905A76"/>
    <w:rPr>
      <w:rFonts w:ascii="Verdana" w:eastAsia="Arial" w:hAnsi="Verdana" w:cs="Verdana"/>
      <w:lang w:val="en" w:eastAsia="en-PH"/>
    </w:rPr>
  </w:style>
  <w:style w:type="character" w:styleId="Mention">
    <w:name w:val="Mention"/>
    <w:basedOn w:val="DefaultParagraphFont"/>
    <w:uiPriority w:val="99"/>
    <w:unhideWhenUsed/>
    <w:rsid w:val="00905A76"/>
    <w:rPr>
      <w:color w:val="2B579A"/>
      <w:shd w:val="clear" w:color="auto" w:fill="E1DFDD"/>
    </w:rPr>
  </w:style>
  <w:style w:type="table" w:customStyle="1" w:styleId="TableGrid15">
    <w:name w:val="Table Grid15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805AEC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F484F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F484F"/>
    <w:pPr>
      <w:widowControl/>
      <w:autoSpaceDE/>
      <w:autoSpaceDN/>
    </w:pPr>
    <w:rPr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8">
    <w:name w:val="Current List8"/>
    <w:uiPriority w:val="99"/>
    <w:rsid w:val="00EF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6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yamrote/Documents/IDI/00%202025/IDI%20Word%20template/IDI_%20Word_Template%202025%20updated.dotx" TargetMode="External"/></Relationships>
</file>

<file path=word/theme/theme1.xml><?xml version="1.0" encoding="utf-8"?>
<a:theme xmlns:a="http://schemas.openxmlformats.org/drawingml/2006/main" name="Office Theme">
  <a:themeElements>
    <a:clrScheme name="IDI Theme Colours 2025">
      <a:dk1>
        <a:srgbClr val="005592"/>
      </a:dk1>
      <a:lt1>
        <a:srgbClr val="FFFFFF"/>
      </a:lt1>
      <a:dk2>
        <a:srgbClr val="0E2841"/>
      </a:dk2>
      <a:lt2>
        <a:srgbClr val="E8E8E8"/>
      </a:lt2>
      <a:accent1>
        <a:srgbClr val="00548E"/>
      </a:accent1>
      <a:accent2>
        <a:srgbClr val="00C2F7"/>
      </a:accent2>
      <a:accent3>
        <a:srgbClr val="C24F3B"/>
      </a:accent3>
      <a:accent4>
        <a:srgbClr val="04A582"/>
      </a:accent4>
      <a:accent5>
        <a:srgbClr val="05645E"/>
      </a:accent5>
      <a:accent6>
        <a:srgbClr val="F5B941"/>
      </a:accent6>
      <a:hlink>
        <a:srgbClr val="03548E"/>
      </a:hlink>
      <a:folHlink>
        <a:srgbClr val="45BEF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930ce683c880ea0f59d4e64768dfb267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f86a72d633863201bc1fd1e634106555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e676b-2cf2-466e-b812-50f42bf74a08" xsi:nil="true"/>
    <lcf76f155ced4ddcb4097134ff3c332f xmlns="7dcdd59b-807c-4164-b3b4-f60ff4dc61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BAC2B6-1C03-4665-8DC1-B5E8811FDC1E}"/>
</file>

<file path=customXml/itemProps2.xml><?xml version="1.0" encoding="utf-8"?>
<ds:datastoreItem xmlns:ds="http://schemas.openxmlformats.org/officeDocument/2006/customXml" ds:itemID="{CC6C089A-0E08-4E91-B976-060D087DF4B9}">
  <ds:schemaRefs>
    <ds:schemaRef ds:uri="http://schemas.microsoft.com/office/2006/metadata/properties"/>
    <ds:schemaRef ds:uri="http://schemas.microsoft.com/office/infopath/2007/PartnerControls"/>
    <ds:schemaRef ds:uri="a21e676b-2cf2-466e-b812-50f42bf74a08"/>
    <ds:schemaRef ds:uri="7dcdd59b-807c-4164-b3b4-f60ff4dc61cb"/>
  </ds:schemaRefs>
</ds:datastoreItem>
</file>

<file path=customXml/itemProps3.xml><?xml version="1.0" encoding="utf-8"?>
<ds:datastoreItem xmlns:ds="http://schemas.openxmlformats.org/officeDocument/2006/customXml" ds:itemID="{6C8DD713-74F7-47E1-9522-0DFEE3542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983315-AA52-E44C-943B-A9F716A2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IDI_ Word_Template 2025 updated.dotx</Template>
  <TotalTime>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Yamrote Alemu</cp:lastModifiedBy>
  <cp:revision>3</cp:revision>
  <dcterms:created xsi:type="dcterms:W3CDTF">2025-09-12T09:47:00Z</dcterms:created>
  <dcterms:modified xsi:type="dcterms:W3CDTF">2025-09-12T09:47:00Z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20.1 (Macintosh)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0x010100E1A3C8A3E7D8AF42B5674A3D02F765D3</vt:lpwstr>
  </property>
  <property fmtid="{D5CDD505-2E9C-101B-9397-08002B2CF9AE}" pid="7" name="MediaServiceImageTags">
    <vt:lpwstr/>
  </property>
</Properties>
</file>